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52" w:rsidRDefault="000D2852" w:rsidP="00705D40">
      <w:r>
        <w:t>Kendra Vaughan</w:t>
      </w:r>
    </w:p>
    <w:p w:rsidR="000D2852" w:rsidRDefault="000D2852" w:rsidP="00705D40">
      <w:r>
        <w:t>July 2010</w:t>
      </w:r>
    </w:p>
    <w:p w:rsidR="000D2852" w:rsidRDefault="000D2852" w:rsidP="00705D40">
      <w:r>
        <w:t xml:space="preserve">Cultural Anthropology </w:t>
      </w:r>
    </w:p>
    <w:p w:rsidR="000D2852" w:rsidRDefault="000D2852" w:rsidP="00705D40">
      <w:r>
        <w:t>Ethnography &amp; Ethnology</w:t>
      </w:r>
    </w:p>
    <w:p w:rsidR="000D2852" w:rsidRPr="0055623D" w:rsidRDefault="000D2852" w:rsidP="00705D40">
      <w:pPr>
        <w:rPr>
          <w:b/>
          <w:u w:val="single"/>
        </w:rPr>
      </w:pPr>
    </w:p>
    <w:p w:rsidR="000D2852" w:rsidRDefault="000D2852" w:rsidP="00AE4A5B">
      <w:pPr>
        <w:tabs>
          <w:tab w:val="left" w:pos="2895"/>
        </w:tabs>
      </w:pPr>
      <w:r w:rsidRPr="0055623D">
        <w:rPr>
          <w:b/>
          <w:u w:val="single"/>
        </w:rPr>
        <w:t>INTRODUCTION</w:t>
      </w:r>
      <w:r>
        <w:tab/>
      </w:r>
    </w:p>
    <w:p w:rsidR="000D2852" w:rsidRDefault="000D2852" w:rsidP="0074326D">
      <w:pPr>
        <w:ind w:firstLine="720"/>
      </w:pPr>
      <w:r>
        <w:t xml:space="preserve">What do you think of when you think of a hospital? Is it sickness of a loved one, the cry of a new born baby, the pain you see a loved one go through, the devastation of an injury, etc. Right now I am currently watching a dear family friend go through the complications and trauma of Ovarian Cancer and this is what I think of when I think of or go in the hospital. She was just two days ago admitted into the hospice center at </w:t>
      </w:r>
      <w:smartTag w:uri="urn:schemas-microsoft-com:office:smarttags" w:element="place">
        <w:smartTag w:uri="urn:schemas-microsoft-com:office:smarttags" w:element="PlaceName">
          <w:r>
            <w:t>Evergreen</w:t>
          </w:r>
        </w:smartTag>
        <w:r>
          <w:t xml:space="preserve"> </w:t>
        </w:r>
        <w:smartTag w:uri="urn:schemas-microsoft-com:office:smarttags" w:element="PlaceType">
          <w:r>
            <w:t>Hospital</w:t>
          </w:r>
        </w:smartTag>
      </w:smartTag>
      <w:r>
        <w:t xml:space="preserve"> and I wanted to do ethnology in honor of her. Seeing someone so amazing going through something so traumatic, and seeing her taken such good care of in such a hard time is awesome and witnessing her hardships has made me stronger. Hospital staffs are so important to the stay at a hospital and are so important to our outcome. </w:t>
      </w:r>
    </w:p>
    <w:p w:rsidR="000D2852" w:rsidRDefault="000D2852" w:rsidP="00705D40">
      <w:r>
        <w:tab/>
        <w:t xml:space="preserve">I decided to focus on the general attitudes of the staff at </w:t>
      </w:r>
      <w:smartTag w:uri="urn:schemas-microsoft-com:office:smarttags" w:element="place">
        <w:smartTag w:uri="urn:schemas-microsoft-com:office:smarttags" w:element="PlaceName">
          <w:r>
            <w:t>Evergreen</w:t>
          </w:r>
        </w:smartTag>
        <w:r>
          <w:t xml:space="preserve"> </w:t>
        </w:r>
        <w:smartTag w:uri="urn:schemas-microsoft-com:office:smarttags" w:element="PlaceType">
          <w:r>
            <w:t>Hospital</w:t>
          </w:r>
        </w:smartTag>
      </w:smartTag>
      <w:r>
        <w:t xml:space="preserve"> medical center. I was very interested in observing behaviors of employees within the hospital, because for one, they are the ones taking care of my dear friend, and secondly, I want to work in </w:t>
      </w:r>
      <w:smartTag w:uri="urn:schemas-microsoft-com:office:smarttags" w:element="PlaceName">
        <w:smartTag w:uri="urn:schemas-microsoft-com:office:smarttags" w:element="place">
          <w:r>
            <w:t>Evergreen</w:t>
          </w:r>
        </w:smartTag>
        <w:r>
          <w:t xml:space="preserve"> </w:t>
        </w:r>
        <w:smartTag w:uri="urn:schemas-microsoft-com:office:smarttags" w:element="PlaceType">
          <w:r>
            <w:t>Hospital</w:t>
          </w:r>
        </w:smartTag>
      </w:smartTag>
      <w:r>
        <w:t xml:space="preserve"> as a nurse when all of my schooling is finished.  I decided to observe the main hallway close to the oncology unit, due to the fact that this is where my dear friend spent so much of her time at doctor appointments and receiving chemotherapy. I started my observations in mid morning, and did my second set of observations in mid afternoon. I though that conducting two sets of observations, and separating men and women, would create more accurate data. </w:t>
      </w:r>
    </w:p>
    <w:p w:rsidR="000D2852" w:rsidRDefault="000D2852" w:rsidP="00705D40"/>
    <w:p w:rsidR="000D2852" w:rsidRPr="0055623D" w:rsidRDefault="000D2852" w:rsidP="00705D40">
      <w:pPr>
        <w:rPr>
          <w:b/>
          <w:u w:val="single"/>
        </w:rPr>
      </w:pPr>
      <w:r w:rsidRPr="0055623D">
        <w:rPr>
          <w:b/>
          <w:u w:val="single"/>
        </w:rPr>
        <w:t>METHODOLOGY</w:t>
      </w:r>
    </w:p>
    <w:p w:rsidR="000D2852" w:rsidRDefault="000D2852" w:rsidP="00705D40">
      <w:r>
        <w:tab/>
        <w:t xml:space="preserve">I conducted my study inside of </w:t>
      </w:r>
      <w:smartTag w:uri="urn:schemas-microsoft-com:office:smarttags" w:element="PlaceName">
        <w:r>
          <w:t>Evergreen</w:t>
        </w:r>
      </w:smartTag>
      <w:r>
        <w:t xml:space="preserve"> </w:t>
      </w:r>
      <w:smartTag w:uri="urn:schemas-microsoft-com:office:smarttags" w:element="PlaceType">
        <w:r>
          <w:t>Hospital</w:t>
        </w:r>
      </w:smartTag>
      <w:r>
        <w:t xml:space="preserve"> </w:t>
      </w:r>
      <w:smartTag w:uri="urn:schemas-microsoft-com:office:smarttags" w:element="PlaceName">
        <w:r>
          <w:t>Medical</w:t>
        </w:r>
      </w:smartTag>
      <w:r>
        <w:t xml:space="preserve"> </w:t>
      </w:r>
      <w:smartTag w:uri="urn:schemas-microsoft-com:office:smarttags" w:element="PlaceType">
        <w:r>
          <w:t>Center</w:t>
        </w:r>
      </w:smartTag>
      <w:r>
        <w:t xml:space="preserve"> in </w:t>
      </w:r>
      <w:smartTag w:uri="urn:schemas-microsoft-com:office:smarttags" w:element="City">
        <w:smartTag w:uri="urn:schemas-microsoft-com:office:smarttags" w:element="place">
          <w:r>
            <w:t>Totem Lake</w:t>
          </w:r>
        </w:smartTag>
        <w:r>
          <w:t xml:space="preserve">, </w:t>
        </w:r>
        <w:smartTag w:uri="urn:schemas-microsoft-com:office:smarttags" w:element="State">
          <w:r>
            <w:t>Washington</w:t>
          </w:r>
        </w:smartTag>
      </w:smartTag>
      <w:r>
        <w:t xml:space="preserve">. I chose a common and busy area in the hospital near the oncology unit. There is a small café with tables that I decided to sit at to observe. I chose this spot because of its convenient spot in the hospital that is fairly busy and is near the unit that I wanted to study, where I could observe individuals as they pass buy or step into the café. I was able to walk in like I belonged there, get a drink at the café, find a table, and sit down as if I was there for a patient or for myself. The atmosphere was very quiet, even when it was fairly busy. It was nice to see smiling faces and laughter to break up the silence. </w:t>
      </w:r>
    </w:p>
    <w:p w:rsidR="000D2852" w:rsidRDefault="000D2852" w:rsidP="00705D40">
      <w:r>
        <w:tab/>
        <w:t>As I took in the area that I was sitting and observing, I realized that the hospital is very</w:t>
      </w:r>
      <w:r w:rsidRPr="00705D40">
        <w:t xml:space="preserve"> open and spacey w</w:t>
      </w:r>
      <w:r>
        <w:t>ith tall ceilings and lots of </w:t>
      </w:r>
      <w:r w:rsidRPr="00705D40">
        <w:t>windows. There is plenty of natu</w:t>
      </w:r>
      <w:r>
        <w:t xml:space="preserve">ral lighting and </w:t>
      </w:r>
      <w:r w:rsidRPr="00705D40">
        <w:t>because of this</w:t>
      </w:r>
      <w:r>
        <w:t xml:space="preserve"> it almost feels as if I was outdoors</w:t>
      </w:r>
      <w:r w:rsidRPr="00705D40">
        <w:t>.</w:t>
      </w:r>
      <w:r>
        <w:t xml:space="preserve"> The open feel of this hallway was very comfortable. As I looked around, I noticed lots of benches and tables for people to sit, once I realized this, I knew I was in the perfect area. From where I was sitting, I could see the tables and chairs outside, and hear the music from the piano playing down the hall. The floor was covered in grey tiles, the walls were white. There are many plants located around me, which I think helps to make me feel so comfortable, and as if I am outdoors. There are color coded signs with department names/elevators/escalators/restrooms/etc hanging from the ceilings to show employees, patients, visitors, etc where to go. </w:t>
      </w:r>
    </w:p>
    <w:p w:rsidR="000D2852" w:rsidRDefault="000D2852" w:rsidP="00705D40"/>
    <w:p w:rsidR="000D2852" w:rsidRDefault="000D2852" w:rsidP="00705D40"/>
    <w:p w:rsidR="000D2852" w:rsidRDefault="000D2852" w:rsidP="00705D40"/>
    <w:p w:rsidR="000D2852" w:rsidRDefault="000D2852" w:rsidP="00705D40"/>
    <w:p w:rsidR="000D2852" w:rsidRDefault="000D2852" w:rsidP="00705D40"/>
    <w:p w:rsidR="000D2852" w:rsidRDefault="000D2852" w:rsidP="00705D40"/>
    <w:p w:rsidR="000D2852" w:rsidRDefault="000D2852" w:rsidP="00705D40"/>
    <w:p w:rsidR="000D2852" w:rsidRDefault="000D2852" w:rsidP="00705D40"/>
    <w:p w:rsidR="000D2852" w:rsidRPr="0055623D" w:rsidRDefault="000D2852" w:rsidP="00705D40">
      <w:pPr>
        <w:rPr>
          <w:b/>
          <w:u w:val="single"/>
        </w:rPr>
      </w:pPr>
      <w:r w:rsidRPr="0055623D">
        <w:rPr>
          <w:b/>
          <w:u w:val="single"/>
        </w:rPr>
        <w:t>DATA PRESENTATION AND ANALYSIS</w:t>
      </w:r>
    </w:p>
    <w:p w:rsidR="000D2852" w:rsidRDefault="000D2852" w:rsidP="00933C59">
      <w:pPr>
        <w:ind w:firstLine="720"/>
      </w:pPr>
      <w:r>
        <w:t>I observed a large amount of people from the area that I was sitting, and I observed these people based on their attitudes. The attitudes are labeled as follows:</w:t>
      </w:r>
    </w:p>
    <w:p w:rsidR="000D2852" w:rsidRDefault="000D2852" w:rsidP="00BC5436">
      <w:pPr>
        <w:ind w:firstLine="720"/>
      </w:pPr>
      <w:r>
        <w:t xml:space="preserve"> </w:t>
      </w:r>
    </w:p>
    <w:p w:rsidR="000D2852" w:rsidRPr="00933C59" w:rsidRDefault="000D2852" w:rsidP="00BC5436">
      <w:pPr>
        <w:ind w:firstLine="720"/>
        <w:rPr>
          <w:b/>
          <w:u w:val="single"/>
        </w:rPr>
      </w:pPr>
      <w:r w:rsidRPr="00933C59">
        <w:rPr>
          <w:b/>
          <w:u w:val="single"/>
        </w:rPr>
        <w:t xml:space="preserve">Table: </w:t>
      </w:r>
    </w:p>
    <w:p w:rsidR="000D2852" w:rsidRDefault="000D2852" w:rsidP="00BC5436">
      <w:pPr>
        <w:ind w:firstLine="720"/>
      </w:pPr>
      <w:r>
        <w:t>Singl:</w:t>
      </w:r>
      <w:r>
        <w:tab/>
        <w:t>Single person doing an activity</w:t>
      </w:r>
    </w:p>
    <w:p w:rsidR="000D2852" w:rsidRDefault="000D2852" w:rsidP="006C0F77">
      <w:pPr>
        <w:ind w:firstLine="720"/>
      </w:pPr>
      <w:r>
        <w:t>Grou:</w:t>
      </w:r>
      <w:r>
        <w:tab/>
        <w:t>Group with a single person doing an activity</w:t>
      </w:r>
    </w:p>
    <w:p w:rsidR="000D2852" w:rsidRDefault="000D2852" w:rsidP="006C0F77">
      <w:pPr>
        <w:ind w:firstLine="720"/>
      </w:pPr>
      <w:r>
        <w:t>Talk1:</w:t>
      </w:r>
      <w:r>
        <w:tab/>
        <w:t>Talking with one other person</w:t>
      </w:r>
    </w:p>
    <w:p w:rsidR="000D2852" w:rsidRDefault="000D2852" w:rsidP="006C0F77">
      <w:pPr>
        <w:ind w:firstLine="720"/>
      </w:pPr>
      <w:r>
        <w:t>Talk+:</w:t>
      </w:r>
      <w:r>
        <w:tab/>
        <w:t>Talking with more than one person</w:t>
      </w:r>
      <w:r>
        <w:tab/>
      </w:r>
    </w:p>
    <w:p w:rsidR="000D2852" w:rsidRDefault="000D2852" w:rsidP="006C0F77">
      <w:pPr>
        <w:ind w:firstLine="720"/>
      </w:pPr>
      <w:r>
        <w:t>Drink:</w:t>
      </w:r>
      <w:r>
        <w:tab/>
        <w:t>Holding/drinking a drink</w:t>
      </w:r>
    </w:p>
    <w:p w:rsidR="000D2852" w:rsidRDefault="000D2852" w:rsidP="006C0F77">
      <w:pPr>
        <w:ind w:firstLine="720"/>
      </w:pPr>
      <w:r>
        <w:t>Eat:        Eating Something</w:t>
      </w:r>
    </w:p>
    <w:p w:rsidR="000D2852" w:rsidRDefault="000D2852" w:rsidP="006C0F77">
      <w:pPr>
        <w:ind w:firstLine="720"/>
      </w:pPr>
      <w:r>
        <w:t>Sitt:</w:t>
      </w:r>
      <w:r>
        <w:tab/>
        <w:t>Sitting</w:t>
      </w:r>
    </w:p>
    <w:p w:rsidR="000D2852" w:rsidRDefault="000D2852" w:rsidP="006C0F77">
      <w:pPr>
        <w:ind w:firstLine="720"/>
      </w:pPr>
      <w:r>
        <w:t>Walk:</w:t>
      </w:r>
      <w:r>
        <w:tab/>
        <w:t>Walking</w:t>
      </w:r>
    </w:p>
    <w:p w:rsidR="000D2852" w:rsidRDefault="000D2852" w:rsidP="006C0F77">
      <w:pPr>
        <w:ind w:firstLine="720"/>
      </w:pPr>
      <w:r>
        <w:t>Carr:</w:t>
      </w:r>
      <w:r>
        <w:tab/>
        <w:t>Carrying an item (excluding a purse)</w:t>
      </w:r>
    </w:p>
    <w:p w:rsidR="000D2852" w:rsidRDefault="000D2852" w:rsidP="006C0F77">
      <w:pPr>
        <w:ind w:firstLine="720"/>
      </w:pPr>
      <w:r>
        <w:t>Push:</w:t>
      </w:r>
      <w:r>
        <w:tab/>
        <w:t>Pushing something</w:t>
      </w:r>
    </w:p>
    <w:p w:rsidR="000D2852" w:rsidRDefault="000D2852" w:rsidP="0055623D">
      <w:pPr>
        <w:ind w:firstLine="720"/>
      </w:pPr>
      <w:r>
        <w:t>Run:</w:t>
      </w:r>
      <w:r>
        <w:tab/>
        <w:t>Running</w:t>
      </w:r>
    </w:p>
    <w:p w:rsidR="000D2852" w:rsidRDefault="000D2852" w:rsidP="006C0F77">
      <w:pPr>
        <w:ind w:firstLine="720"/>
      </w:pPr>
      <w:r>
        <w:t>T/P:</w:t>
      </w:r>
      <w:r>
        <w:tab/>
        <w:t>Texting or talking on the phone</w:t>
      </w:r>
      <w:r w:rsidRPr="00705D40">
        <w:br/>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91"/>
        <w:gridCol w:w="1450"/>
        <w:gridCol w:w="1470"/>
        <w:gridCol w:w="2277"/>
      </w:tblGrid>
      <w:tr w:rsidR="000D2852" w:rsidRPr="00942C8C" w:rsidTr="0006197E">
        <w:trPr>
          <w:trHeight w:val="319"/>
        </w:trPr>
        <w:tc>
          <w:tcPr>
            <w:tcW w:w="1391" w:type="dxa"/>
          </w:tcPr>
          <w:p w:rsidR="000D2852" w:rsidRPr="00933C59" w:rsidRDefault="000D2852" w:rsidP="00942C8C">
            <w:pPr>
              <w:rPr>
                <w:b/>
                <w:highlight w:val="yellow"/>
                <w:u w:val="single"/>
              </w:rPr>
            </w:pPr>
            <w:r w:rsidRPr="00933C59">
              <w:rPr>
                <w:b/>
                <w:highlight w:val="yellow"/>
                <w:u w:val="single"/>
              </w:rPr>
              <w:t>MEN</w:t>
            </w:r>
          </w:p>
        </w:tc>
        <w:tc>
          <w:tcPr>
            <w:tcW w:w="1450" w:type="dxa"/>
          </w:tcPr>
          <w:p w:rsidR="000D2852" w:rsidRPr="00933C59" w:rsidRDefault="000D2852" w:rsidP="00942C8C">
            <w:pPr>
              <w:rPr>
                <w:b/>
                <w:highlight w:val="yellow"/>
                <w:u w:val="single"/>
              </w:rPr>
            </w:pPr>
            <w:r w:rsidRPr="00933C59">
              <w:rPr>
                <w:b/>
                <w:highlight w:val="yellow"/>
                <w:u w:val="single"/>
              </w:rPr>
              <w:t>ACTIVITY</w:t>
            </w:r>
          </w:p>
        </w:tc>
        <w:tc>
          <w:tcPr>
            <w:tcW w:w="1470" w:type="dxa"/>
          </w:tcPr>
          <w:p w:rsidR="000D2852" w:rsidRPr="00933C59" w:rsidRDefault="000D2852" w:rsidP="00942C8C">
            <w:pPr>
              <w:rPr>
                <w:b/>
                <w:highlight w:val="yellow"/>
                <w:u w:val="single"/>
              </w:rPr>
            </w:pPr>
            <w:r w:rsidRPr="00933C59">
              <w:rPr>
                <w:b/>
                <w:highlight w:val="yellow"/>
                <w:u w:val="single"/>
              </w:rPr>
              <w:t>WOMEN</w:t>
            </w:r>
          </w:p>
        </w:tc>
        <w:tc>
          <w:tcPr>
            <w:tcW w:w="2277" w:type="dxa"/>
          </w:tcPr>
          <w:p w:rsidR="000D2852" w:rsidRPr="00933C59" w:rsidRDefault="000D2852" w:rsidP="00942C8C">
            <w:pPr>
              <w:rPr>
                <w:b/>
                <w:highlight w:val="yellow"/>
                <w:u w:val="single"/>
              </w:rPr>
            </w:pPr>
            <w:r w:rsidRPr="00933C59">
              <w:rPr>
                <w:b/>
                <w:highlight w:val="yellow"/>
                <w:u w:val="single"/>
              </w:rPr>
              <w:t>ACTIVITY</w:t>
            </w:r>
          </w:p>
        </w:tc>
      </w:tr>
      <w:tr w:rsidR="000D2852" w:rsidRPr="00942C8C" w:rsidTr="0006197E">
        <w:trPr>
          <w:trHeight w:val="319"/>
        </w:trPr>
        <w:tc>
          <w:tcPr>
            <w:tcW w:w="1391" w:type="dxa"/>
          </w:tcPr>
          <w:p w:rsidR="000D2852" w:rsidRPr="00442592" w:rsidRDefault="000D2852" w:rsidP="00942C8C">
            <w:pPr>
              <w:rPr>
                <w:b/>
                <w:highlight w:val="yellow"/>
              </w:rPr>
            </w:pPr>
            <w:r w:rsidRPr="00442592">
              <w:rPr>
                <w:b/>
                <w:highlight w:val="yellow"/>
              </w:rPr>
              <w:t xml:space="preserve"> 1</w:t>
            </w:r>
          </w:p>
        </w:tc>
        <w:tc>
          <w:tcPr>
            <w:tcW w:w="1450" w:type="dxa"/>
          </w:tcPr>
          <w:p w:rsidR="000D2852" w:rsidRPr="00442592" w:rsidRDefault="000D2852" w:rsidP="00942C8C">
            <w:pPr>
              <w:rPr>
                <w:highlight w:val="yellow"/>
              </w:rPr>
            </w:pPr>
            <w:r w:rsidRPr="00442592">
              <w:rPr>
                <w:highlight w:val="yellow"/>
              </w:rPr>
              <w:t>Grou/W</w:t>
            </w:r>
          </w:p>
        </w:tc>
        <w:tc>
          <w:tcPr>
            <w:tcW w:w="1470" w:type="dxa"/>
          </w:tcPr>
          <w:p w:rsidR="000D2852" w:rsidRPr="00442592" w:rsidRDefault="000D2852" w:rsidP="00942C8C">
            <w:pPr>
              <w:rPr>
                <w:b/>
                <w:highlight w:val="yellow"/>
              </w:rPr>
            </w:pPr>
            <w:r w:rsidRPr="00442592">
              <w:rPr>
                <w:b/>
                <w:highlight w:val="yellow"/>
              </w:rPr>
              <w:t>1</w:t>
            </w:r>
          </w:p>
        </w:tc>
        <w:tc>
          <w:tcPr>
            <w:tcW w:w="2277" w:type="dxa"/>
          </w:tcPr>
          <w:p w:rsidR="000D2852" w:rsidRPr="00442592" w:rsidRDefault="000D2852" w:rsidP="00942C8C">
            <w:pPr>
              <w:rPr>
                <w:highlight w:val="yellow"/>
              </w:rPr>
            </w:pPr>
            <w:r w:rsidRPr="00442592">
              <w:rPr>
                <w:highlight w:val="yellow"/>
              </w:rPr>
              <w:t>Push</w:t>
            </w:r>
          </w:p>
        </w:tc>
      </w:tr>
      <w:tr w:rsidR="000D2852" w:rsidRPr="00942C8C" w:rsidTr="0006197E">
        <w:trPr>
          <w:trHeight w:val="319"/>
        </w:trPr>
        <w:tc>
          <w:tcPr>
            <w:tcW w:w="1391" w:type="dxa"/>
          </w:tcPr>
          <w:p w:rsidR="000D2852" w:rsidRPr="00442592" w:rsidRDefault="000D2852" w:rsidP="00942C8C">
            <w:pPr>
              <w:rPr>
                <w:b/>
                <w:highlight w:val="yellow"/>
              </w:rPr>
            </w:pPr>
            <w:r w:rsidRPr="00442592">
              <w:rPr>
                <w:b/>
                <w:highlight w:val="yellow"/>
              </w:rPr>
              <w:t>2</w:t>
            </w:r>
          </w:p>
        </w:tc>
        <w:tc>
          <w:tcPr>
            <w:tcW w:w="1450" w:type="dxa"/>
          </w:tcPr>
          <w:p w:rsidR="000D2852" w:rsidRPr="00442592" w:rsidRDefault="000D2852" w:rsidP="00942C8C">
            <w:pPr>
              <w:rPr>
                <w:highlight w:val="yellow"/>
              </w:rPr>
            </w:pPr>
            <w:r w:rsidRPr="00442592">
              <w:rPr>
                <w:highlight w:val="yellow"/>
              </w:rPr>
              <w:t>Grou/W</w:t>
            </w:r>
          </w:p>
        </w:tc>
        <w:tc>
          <w:tcPr>
            <w:tcW w:w="1470" w:type="dxa"/>
          </w:tcPr>
          <w:p w:rsidR="000D2852" w:rsidRPr="00442592" w:rsidRDefault="000D2852" w:rsidP="00942C8C">
            <w:pPr>
              <w:rPr>
                <w:b/>
                <w:highlight w:val="yellow"/>
              </w:rPr>
            </w:pPr>
            <w:r w:rsidRPr="00442592">
              <w:rPr>
                <w:b/>
                <w:highlight w:val="yellow"/>
              </w:rPr>
              <w:t>2</w:t>
            </w:r>
          </w:p>
        </w:tc>
        <w:tc>
          <w:tcPr>
            <w:tcW w:w="2277" w:type="dxa"/>
          </w:tcPr>
          <w:p w:rsidR="000D2852" w:rsidRPr="00442592" w:rsidRDefault="000D2852" w:rsidP="00942C8C">
            <w:pPr>
              <w:rPr>
                <w:highlight w:val="yellow"/>
              </w:rPr>
            </w:pPr>
            <w:r w:rsidRPr="00442592">
              <w:rPr>
                <w:highlight w:val="yellow"/>
              </w:rPr>
              <w:t>Grou/W/Carr</w:t>
            </w:r>
          </w:p>
        </w:tc>
      </w:tr>
      <w:tr w:rsidR="000D2852" w:rsidRPr="00942C8C" w:rsidTr="0006197E">
        <w:trPr>
          <w:trHeight w:val="319"/>
        </w:trPr>
        <w:tc>
          <w:tcPr>
            <w:tcW w:w="1391" w:type="dxa"/>
          </w:tcPr>
          <w:p w:rsidR="000D2852" w:rsidRPr="00442592" w:rsidRDefault="000D2852" w:rsidP="00942C8C">
            <w:pPr>
              <w:rPr>
                <w:b/>
                <w:highlight w:val="yellow"/>
              </w:rPr>
            </w:pPr>
            <w:r w:rsidRPr="00442592">
              <w:rPr>
                <w:b/>
                <w:highlight w:val="yellow"/>
              </w:rPr>
              <w:t>3</w:t>
            </w:r>
          </w:p>
        </w:tc>
        <w:tc>
          <w:tcPr>
            <w:tcW w:w="1450" w:type="dxa"/>
          </w:tcPr>
          <w:p w:rsidR="000D2852" w:rsidRPr="00442592" w:rsidRDefault="000D2852" w:rsidP="00942C8C">
            <w:pPr>
              <w:rPr>
                <w:highlight w:val="yellow"/>
              </w:rPr>
            </w:pPr>
            <w:r w:rsidRPr="00442592">
              <w:rPr>
                <w:highlight w:val="yellow"/>
              </w:rPr>
              <w:t>Talk1</w:t>
            </w:r>
          </w:p>
        </w:tc>
        <w:tc>
          <w:tcPr>
            <w:tcW w:w="1470" w:type="dxa"/>
          </w:tcPr>
          <w:p w:rsidR="000D2852" w:rsidRPr="00442592" w:rsidRDefault="000D2852" w:rsidP="00942C8C">
            <w:pPr>
              <w:rPr>
                <w:b/>
                <w:highlight w:val="yellow"/>
              </w:rPr>
            </w:pPr>
            <w:r w:rsidRPr="00442592">
              <w:rPr>
                <w:b/>
                <w:highlight w:val="yellow"/>
              </w:rPr>
              <w:t>3</w:t>
            </w:r>
          </w:p>
        </w:tc>
        <w:tc>
          <w:tcPr>
            <w:tcW w:w="2277" w:type="dxa"/>
          </w:tcPr>
          <w:p w:rsidR="000D2852" w:rsidRPr="00442592" w:rsidRDefault="000D2852" w:rsidP="00942C8C">
            <w:pPr>
              <w:rPr>
                <w:highlight w:val="yellow"/>
              </w:rPr>
            </w:pPr>
            <w:r w:rsidRPr="00442592">
              <w:rPr>
                <w:highlight w:val="yellow"/>
              </w:rPr>
              <w:t>Talk1</w:t>
            </w:r>
          </w:p>
        </w:tc>
      </w:tr>
      <w:tr w:rsidR="000D2852" w:rsidRPr="00942C8C" w:rsidTr="0006197E">
        <w:trPr>
          <w:trHeight w:val="319"/>
        </w:trPr>
        <w:tc>
          <w:tcPr>
            <w:tcW w:w="1391" w:type="dxa"/>
          </w:tcPr>
          <w:p w:rsidR="000D2852" w:rsidRPr="00442592" w:rsidRDefault="000D2852" w:rsidP="00942C8C">
            <w:pPr>
              <w:rPr>
                <w:b/>
                <w:highlight w:val="yellow"/>
              </w:rPr>
            </w:pPr>
            <w:r w:rsidRPr="00442592">
              <w:rPr>
                <w:b/>
                <w:highlight w:val="yellow"/>
              </w:rPr>
              <w:t>4</w:t>
            </w:r>
          </w:p>
        </w:tc>
        <w:tc>
          <w:tcPr>
            <w:tcW w:w="1450" w:type="dxa"/>
          </w:tcPr>
          <w:p w:rsidR="000D2852" w:rsidRPr="00442592" w:rsidRDefault="000D2852" w:rsidP="00942C8C">
            <w:pPr>
              <w:rPr>
                <w:highlight w:val="yellow"/>
              </w:rPr>
            </w:pPr>
            <w:r w:rsidRPr="00442592">
              <w:rPr>
                <w:highlight w:val="yellow"/>
              </w:rPr>
              <w:t>T/P</w:t>
            </w:r>
          </w:p>
        </w:tc>
        <w:tc>
          <w:tcPr>
            <w:tcW w:w="1470" w:type="dxa"/>
          </w:tcPr>
          <w:p w:rsidR="000D2852" w:rsidRPr="00442592" w:rsidRDefault="000D2852" w:rsidP="00942C8C">
            <w:pPr>
              <w:rPr>
                <w:b/>
                <w:highlight w:val="yellow"/>
              </w:rPr>
            </w:pPr>
            <w:r w:rsidRPr="00442592">
              <w:rPr>
                <w:b/>
                <w:highlight w:val="yellow"/>
              </w:rPr>
              <w:t>4</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01"/>
        </w:trPr>
        <w:tc>
          <w:tcPr>
            <w:tcW w:w="1391" w:type="dxa"/>
          </w:tcPr>
          <w:p w:rsidR="000D2852" w:rsidRPr="00442592" w:rsidRDefault="000D2852" w:rsidP="00942C8C">
            <w:pPr>
              <w:rPr>
                <w:b/>
                <w:highlight w:val="yellow"/>
              </w:rPr>
            </w:pPr>
            <w:r w:rsidRPr="00442592">
              <w:rPr>
                <w:b/>
                <w:highlight w:val="yellow"/>
              </w:rPr>
              <w:t>5</w:t>
            </w:r>
          </w:p>
        </w:tc>
        <w:tc>
          <w:tcPr>
            <w:tcW w:w="1450" w:type="dxa"/>
          </w:tcPr>
          <w:p w:rsidR="000D2852" w:rsidRPr="00442592" w:rsidRDefault="000D2852" w:rsidP="00942C8C">
            <w:pPr>
              <w:rPr>
                <w:highlight w:val="yellow"/>
              </w:rPr>
            </w:pPr>
            <w:r w:rsidRPr="00442592">
              <w:rPr>
                <w:highlight w:val="yellow"/>
              </w:rPr>
              <w:t>Singl</w:t>
            </w:r>
          </w:p>
        </w:tc>
        <w:tc>
          <w:tcPr>
            <w:tcW w:w="1470" w:type="dxa"/>
          </w:tcPr>
          <w:p w:rsidR="000D2852" w:rsidRPr="00442592" w:rsidRDefault="000D2852" w:rsidP="00942C8C">
            <w:pPr>
              <w:rPr>
                <w:b/>
                <w:highlight w:val="yellow"/>
              </w:rPr>
            </w:pPr>
            <w:r w:rsidRPr="00442592">
              <w:rPr>
                <w:b/>
                <w:highlight w:val="yellow"/>
              </w:rPr>
              <w:t>5</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01"/>
        </w:trPr>
        <w:tc>
          <w:tcPr>
            <w:tcW w:w="1391" w:type="dxa"/>
          </w:tcPr>
          <w:p w:rsidR="000D2852" w:rsidRPr="00442592" w:rsidRDefault="000D2852" w:rsidP="00942C8C">
            <w:pPr>
              <w:rPr>
                <w:b/>
                <w:highlight w:val="yellow"/>
              </w:rPr>
            </w:pPr>
            <w:r w:rsidRPr="00442592">
              <w:rPr>
                <w:b/>
                <w:highlight w:val="yellow"/>
              </w:rPr>
              <w:t>6</w:t>
            </w:r>
          </w:p>
        </w:tc>
        <w:tc>
          <w:tcPr>
            <w:tcW w:w="1450" w:type="dxa"/>
          </w:tcPr>
          <w:p w:rsidR="000D2852" w:rsidRPr="00442592" w:rsidRDefault="000D2852" w:rsidP="00942C8C">
            <w:pPr>
              <w:rPr>
                <w:highlight w:val="yellow"/>
              </w:rPr>
            </w:pPr>
            <w:r w:rsidRPr="00442592">
              <w:rPr>
                <w:highlight w:val="yellow"/>
              </w:rPr>
              <w:t>Walk</w:t>
            </w:r>
          </w:p>
        </w:tc>
        <w:tc>
          <w:tcPr>
            <w:tcW w:w="1470" w:type="dxa"/>
          </w:tcPr>
          <w:p w:rsidR="000D2852" w:rsidRPr="00442592" w:rsidRDefault="000D2852" w:rsidP="00942C8C">
            <w:pPr>
              <w:rPr>
                <w:b/>
                <w:highlight w:val="yellow"/>
              </w:rPr>
            </w:pPr>
            <w:r w:rsidRPr="00442592">
              <w:rPr>
                <w:b/>
                <w:highlight w:val="yellow"/>
              </w:rPr>
              <w:t>6</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7</w:t>
            </w:r>
          </w:p>
        </w:tc>
        <w:tc>
          <w:tcPr>
            <w:tcW w:w="1450" w:type="dxa"/>
          </w:tcPr>
          <w:p w:rsidR="000D2852" w:rsidRPr="00442592" w:rsidRDefault="000D2852" w:rsidP="00942C8C">
            <w:pPr>
              <w:rPr>
                <w:highlight w:val="yellow"/>
              </w:rPr>
            </w:pPr>
            <w:r w:rsidRPr="00442592">
              <w:rPr>
                <w:highlight w:val="yellow"/>
              </w:rPr>
              <w:t>Drink</w:t>
            </w:r>
          </w:p>
        </w:tc>
        <w:tc>
          <w:tcPr>
            <w:tcW w:w="1470" w:type="dxa"/>
          </w:tcPr>
          <w:p w:rsidR="000D2852" w:rsidRPr="00442592" w:rsidRDefault="000D2852" w:rsidP="00942C8C">
            <w:pPr>
              <w:rPr>
                <w:b/>
                <w:highlight w:val="yellow"/>
              </w:rPr>
            </w:pPr>
            <w:r w:rsidRPr="00442592">
              <w:rPr>
                <w:b/>
                <w:highlight w:val="yellow"/>
              </w:rPr>
              <w:t>7</w:t>
            </w:r>
          </w:p>
        </w:tc>
        <w:tc>
          <w:tcPr>
            <w:tcW w:w="2277" w:type="dxa"/>
          </w:tcPr>
          <w:p w:rsidR="000D2852" w:rsidRPr="00442592" w:rsidRDefault="000D2852" w:rsidP="00942C8C">
            <w:pPr>
              <w:rPr>
                <w:highlight w:val="yellow"/>
              </w:rPr>
            </w:pPr>
            <w:r w:rsidRPr="00442592">
              <w:rPr>
                <w:highlight w:val="yellow"/>
              </w:rPr>
              <w:t>Eat</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8</w:t>
            </w:r>
          </w:p>
        </w:tc>
        <w:tc>
          <w:tcPr>
            <w:tcW w:w="1450" w:type="dxa"/>
          </w:tcPr>
          <w:p w:rsidR="000D2852" w:rsidRPr="00442592" w:rsidRDefault="000D2852" w:rsidP="00942C8C">
            <w:pPr>
              <w:rPr>
                <w:highlight w:val="yellow"/>
              </w:rPr>
            </w:pPr>
            <w:r w:rsidRPr="00442592">
              <w:rPr>
                <w:highlight w:val="yellow"/>
              </w:rPr>
              <w:t>Drink</w:t>
            </w:r>
          </w:p>
        </w:tc>
        <w:tc>
          <w:tcPr>
            <w:tcW w:w="1470" w:type="dxa"/>
          </w:tcPr>
          <w:p w:rsidR="000D2852" w:rsidRPr="00442592" w:rsidRDefault="000D2852" w:rsidP="00942C8C">
            <w:pPr>
              <w:rPr>
                <w:b/>
                <w:highlight w:val="yellow"/>
              </w:rPr>
            </w:pPr>
            <w:r w:rsidRPr="00442592">
              <w:rPr>
                <w:b/>
                <w:highlight w:val="yellow"/>
              </w:rPr>
              <w:t>8</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9</w:t>
            </w:r>
          </w:p>
        </w:tc>
        <w:tc>
          <w:tcPr>
            <w:tcW w:w="1450" w:type="dxa"/>
          </w:tcPr>
          <w:p w:rsidR="000D2852" w:rsidRPr="00442592" w:rsidRDefault="000D2852" w:rsidP="00942C8C">
            <w:pPr>
              <w:rPr>
                <w:highlight w:val="yellow"/>
              </w:rPr>
            </w:pPr>
            <w:r w:rsidRPr="00442592">
              <w:rPr>
                <w:highlight w:val="yellow"/>
              </w:rPr>
              <w:t>Drink</w:t>
            </w:r>
          </w:p>
        </w:tc>
        <w:tc>
          <w:tcPr>
            <w:tcW w:w="1470" w:type="dxa"/>
          </w:tcPr>
          <w:p w:rsidR="000D2852" w:rsidRPr="00442592" w:rsidRDefault="000D2852" w:rsidP="00942C8C">
            <w:pPr>
              <w:rPr>
                <w:b/>
                <w:highlight w:val="yellow"/>
              </w:rPr>
            </w:pPr>
            <w:r w:rsidRPr="00442592">
              <w:rPr>
                <w:b/>
                <w:highlight w:val="yellow"/>
              </w:rPr>
              <w:t>9</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10</w:t>
            </w:r>
          </w:p>
        </w:tc>
        <w:tc>
          <w:tcPr>
            <w:tcW w:w="1450" w:type="dxa"/>
          </w:tcPr>
          <w:p w:rsidR="000D2852" w:rsidRPr="00442592" w:rsidRDefault="000D2852" w:rsidP="00942C8C">
            <w:pPr>
              <w:rPr>
                <w:highlight w:val="yellow"/>
              </w:rPr>
            </w:pPr>
            <w:r w:rsidRPr="00442592">
              <w:rPr>
                <w:highlight w:val="yellow"/>
              </w:rPr>
              <w:t>Talk1</w:t>
            </w:r>
          </w:p>
        </w:tc>
        <w:tc>
          <w:tcPr>
            <w:tcW w:w="1470" w:type="dxa"/>
          </w:tcPr>
          <w:p w:rsidR="000D2852" w:rsidRPr="00442592" w:rsidRDefault="000D2852" w:rsidP="00942C8C">
            <w:pPr>
              <w:rPr>
                <w:b/>
                <w:highlight w:val="yellow"/>
              </w:rPr>
            </w:pPr>
            <w:r w:rsidRPr="00442592">
              <w:rPr>
                <w:b/>
                <w:highlight w:val="yellow"/>
              </w:rPr>
              <w:t>10</w:t>
            </w:r>
          </w:p>
        </w:tc>
        <w:tc>
          <w:tcPr>
            <w:tcW w:w="2277" w:type="dxa"/>
          </w:tcPr>
          <w:p w:rsidR="000D2852" w:rsidRPr="00442592" w:rsidRDefault="000D2852" w:rsidP="00942C8C">
            <w:pPr>
              <w:rPr>
                <w:highlight w:val="yellow"/>
              </w:rPr>
            </w:pPr>
            <w:r w:rsidRPr="00442592">
              <w:rPr>
                <w:highlight w:val="yellow"/>
              </w:rPr>
              <w:t>Talk1/Drink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11</w:t>
            </w:r>
          </w:p>
        </w:tc>
        <w:tc>
          <w:tcPr>
            <w:tcW w:w="1450" w:type="dxa"/>
          </w:tcPr>
          <w:p w:rsidR="000D2852" w:rsidRPr="00442592" w:rsidRDefault="000D2852" w:rsidP="00942C8C">
            <w:pPr>
              <w:rPr>
                <w:highlight w:val="yellow"/>
              </w:rPr>
            </w:pPr>
            <w:r w:rsidRPr="00442592">
              <w:rPr>
                <w:highlight w:val="yellow"/>
              </w:rPr>
              <w:t>Sitt</w:t>
            </w:r>
          </w:p>
        </w:tc>
        <w:tc>
          <w:tcPr>
            <w:tcW w:w="1470" w:type="dxa"/>
          </w:tcPr>
          <w:p w:rsidR="000D2852" w:rsidRPr="00442592" w:rsidRDefault="000D2852" w:rsidP="00942C8C">
            <w:pPr>
              <w:rPr>
                <w:b/>
                <w:highlight w:val="yellow"/>
              </w:rPr>
            </w:pPr>
            <w:r w:rsidRPr="00442592">
              <w:rPr>
                <w:b/>
                <w:highlight w:val="yellow"/>
              </w:rPr>
              <w:t>11</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12</w:t>
            </w:r>
          </w:p>
        </w:tc>
        <w:tc>
          <w:tcPr>
            <w:tcW w:w="1450" w:type="dxa"/>
          </w:tcPr>
          <w:p w:rsidR="000D2852" w:rsidRPr="00442592" w:rsidRDefault="000D2852" w:rsidP="00942C8C">
            <w:pPr>
              <w:rPr>
                <w:highlight w:val="yellow"/>
              </w:rPr>
            </w:pPr>
            <w:r w:rsidRPr="00442592">
              <w:rPr>
                <w:highlight w:val="yellow"/>
              </w:rPr>
              <w:t>Push</w:t>
            </w:r>
          </w:p>
        </w:tc>
        <w:tc>
          <w:tcPr>
            <w:tcW w:w="1470" w:type="dxa"/>
          </w:tcPr>
          <w:p w:rsidR="000D2852" w:rsidRPr="00442592" w:rsidRDefault="000D2852" w:rsidP="00942C8C">
            <w:pPr>
              <w:rPr>
                <w:b/>
                <w:highlight w:val="yellow"/>
              </w:rPr>
            </w:pPr>
            <w:r w:rsidRPr="00442592">
              <w:rPr>
                <w:b/>
                <w:highlight w:val="yellow"/>
              </w:rPr>
              <w:t>12</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13</w:t>
            </w:r>
          </w:p>
        </w:tc>
        <w:tc>
          <w:tcPr>
            <w:tcW w:w="1450" w:type="dxa"/>
          </w:tcPr>
          <w:p w:rsidR="000D2852" w:rsidRPr="00442592" w:rsidRDefault="000D2852" w:rsidP="00942C8C">
            <w:pPr>
              <w:rPr>
                <w:highlight w:val="yellow"/>
              </w:rPr>
            </w:pPr>
            <w:r w:rsidRPr="00442592">
              <w:rPr>
                <w:highlight w:val="yellow"/>
              </w:rPr>
              <w:t>Carr</w:t>
            </w:r>
          </w:p>
        </w:tc>
        <w:tc>
          <w:tcPr>
            <w:tcW w:w="1470" w:type="dxa"/>
          </w:tcPr>
          <w:p w:rsidR="000D2852" w:rsidRPr="00442592" w:rsidRDefault="000D2852" w:rsidP="00942C8C">
            <w:pPr>
              <w:rPr>
                <w:b/>
                <w:highlight w:val="yellow"/>
              </w:rPr>
            </w:pPr>
            <w:r w:rsidRPr="00442592">
              <w:rPr>
                <w:b/>
                <w:highlight w:val="yellow"/>
              </w:rPr>
              <w:t>13</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37"/>
        </w:trPr>
        <w:tc>
          <w:tcPr>
            <w:tcW w:w="1391" w:type="dxa"/>
          </w:tcPr>
          <w:p w:rsidR="000D2852" w:rsidRPr="00442592" w:rsidRDefault="000D2852" w:rsidP="00942C8C">
            <w:pPr>
              <w:rPr>
                <w:b/>
                <w:highlight w:val="yellow"/>
              </w:rPr>
            </w:pPr>
            <w:r w:rsidRPr="00442592">
              <w:rPr>
                <w:b/>
                <w:highlight w:val="yellow"/>
              </w:rPr>
              <w:t>14</w:t>
            </w:r>
          </w:p>
        </w:tc>
        <w:tc>
          <w:tcPr>
            <w:tcW w:w="1450" w:type="dxa"/>
          </w:tcPr>
          <w:p w:rsidR="000D2852" w:rsidRPr="00442592" w:rsidRDefault="000D2852" w:rsidP="00942C8C">
            <w:pPr>
              <w:rPr>
                <w:highlight w:val="yellow"/>
              </w:rPr>
            </w:pPr>
            <w:r w:rsidRPr="00442592">
              <w:rPr>
                <w:highlight w:val="yellow"/>
              </w:rPr>
              <w:t>Singl</w:t>
            </w:r>
          </w:p>
        </w:tc>
        <w:tc>
          <w:tcPr>
            <w:tcW w:w="1470" w:type="dxa"/>
          </w:tcPr>
          <w:p w:rsidR="000D2852" w:rsidRPr="00442592" w:rsidRDefault="000D2852" w:rsidP="00942C8C">
            <w:pPr>
              <w:rPr>
                <w:b/>
                <w:highlight w:val="yellow"/>
              </w:rPr>
            </w:pPr>
            <w:r w:rsidRPr="00442592">
              <w:rPr>
                <w:b/>
                <w:highlight w:val="yellow"/>
              </w:rPr>
              <w:t>14</w:t>
            </w:r>
          </w:p>
        </w:tc>
        <w:tc>
          <w:tcPr>
            <w:tcW w:w="2277" w:type="dxa"/>
          </w:tcPr>
          <w:p w:rsidR="000D2852" w:rsidRPr="00442592" w:rsidRDefault="000D2852" w:rsidP="00942C8C">
            <w:pPr>
              <w:rPr>
                <w:highlight w:val="yellow"/>
              </w:rPr>
            </w:pPr>
            <w:r w:rsidRPr="00442592">
              <w:rPr>
                <w:highlight w:val="yellow"/>
              </w:rPr>
              <w:t>Walk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yellow"/>
              </w:rPr>
            </w:pPr>
            <w:r w:rsidRPr="00442592">
              <w:rPr>
                <w:b/>
                <w:highlight w:val="yellow"/>
              </w:rPr>
              <w:t>15</w:t>
            </w:r>
          </w:p>
        </w:tc>
        <w:tc>
          <w:tcPr>
            <w:tcW w:w="1450" w:type="dxa"/>
            <w:tcBorders>
              <w:left w:val="single" w:sz="4" w:space="0" w:color="auto"/>
            </w:tcBorders>
          </w:tcPr>
          <w:p w:rsidR="000D2852" w:rsidRPr="00442592" w:rsidRDefault="000D2852" w:rsidP="00942C8C">
            <w:pPr>
              <w:rPr>
                <w:highlight w:val="yellow"/>
              </w:rPr>
            </w:pPr>
            <w:r w:rsidRPr="00442592">
              <w:rPr>
                <w:highlight w:val="yellow"/>
              </w:rPr>
              <w:t>Drink</w:t>
            </w:r>
          </w:p>
        </w:tc>
        <w:tc>
          <w:tcPr>
            <w:tcW w:w="1470" w:type="dxa"/>
          </w:tcPr>
          <w:p w:rsidR="000D2852" w:rsidRPr="00442592" w:rsidRDefault="000D2852" w:rsidP="00942C8C">
            <w:pPr>
              <w:rPr>
                <w:b/>
                <w:highlight w:val="yellow"/>
              </w:rPr>
            </w:pPr>
            <w:r w:rsidRPr="00442592">
              <w:rPr>
                <w:b/>
                <w:highlight w:val="yellow"/>
              </w:rPr>
              <w:t>15</w:t>
            </w:r>
          </w:p>
        </w:tc>
        <w:tc>
          <w:tcPr>
            <w:tcW w:w="2277" w:type="dxa"/>
          </w:tcPr>
          <w:p w:rsidR="000D2852" w:rsidRPr="00442592" w:rsidRDefault="000D2852" w:rsidP="00942C8C">
            <w:pPr>
              <w:rPr>
                <w:highlight w:val="yellow"/>
              </w:rPr>
            </w:pPr>
            <w:r w:rsidRPr="00442592">
              <w:rPr>
                <w:highlight w:val="yellow"/>
              </w:rPr>
              <w:t>Carr</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yellow"/>
              </w:rPr>
            </w:pPr>
            <w:r w:rsidRPr="00442592">
              <w:rPr>
                <w:b/>
                <w:highlight w:val="yellow"/>
              </w:rPr>
              <w:t>16</w:t>
            </w:r>
          </w:p>
        </w:tc>
        <w:tc>
          <w:tcPr>
            <w:tcW w:w="1450" w:type="dxa"/>
            <w:tcBorders>
              <w:left w:val="single" w:sz="4" w:space="0" w:color="auto"/>
            </w:tcBorders>
          </w:tcPr>
          <w:p w:rsidR="000D2852" w:rsidRPr="00442592" w:rsidRDefault="000D2852" w:rsidP="00942C8C">
            <w:pPr>
              <w:rPr>
                <w:highlight w:val="yellow"/>
              </w:rPr>
            </w:pPr>
            <w:r w:rsidRPr="00442592">
              <w:rPr>
                <w:highlight w:val="yellow"/>
              </w:rPr>
              <w:t>Walk</w:t>
            </w:r>
          </w:p>
        </w:tc>
        <w:tc>
          <w:tcPr>
            <w:tcW w:w="1470" w:type="dxa"/>
          </w:tcPr>
          <w:p w:rsidR="000D2852" w:rsidRPr="00442592" w:rsidRDefault="000D2852" w:rsidP="00942C8C">
            <w:pPr>
              <w:rPr>
                <w:b/>
                <w:highlight w:val="yellow"/>
              </w:rPr>
            </w:pPr>
            <w:r w:rsidRPr="00442592">
              <w:rPr>
                <w:b/>
                <w:highlight w:val="yellow"/>
              </w:rPr>
              <w:t>16</w:t>
            </w:r>
          </w:p>
        </w:tc>
        <w:tc>
          <w:tcPr>
            <w:tcW w:w="2277" w:type="dxa"/>
          </w:tcPr>
          <w:p w:rsidR="000D2852" w:rsidRPr="00442592" w:rsidRDefault="000D2852" w:rsidP="00942C8C">
            <w:pPr>
              <w:rPr>
                <w:highlight w:val="yellow"/>
              </w:rPr>
            </w:pPr>
            <w:r w:rsidRPr="00442592">
              <w:rPr>
                <w:highlight w:val="yellow"/>
              </w:rPr>
              <w:t>Drink/walk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yellow"/>
              </w:rPr>
            </w:pPr>
            <w:r w:rsidRPr="00442592">
              <w:rPr>
                <w:b/>
                <w:highlight w:val="yellow"/>
              </w:rPr>
              <w:t>17</w:t>
            </w:r>
          </w:p>
        </w:tc>
        <w:tc>
          <w:tcPr>
            <w:tcW w:w="1450" w:type="dxa"/>
            <w:tcBorders>
              <w:left w:val="single" w:sz="4" w:space="0" w:color="auto"/>
            </w:tcBorders>
          </w:tcPr>
          <w:p w:rsidR="000D2852" w:rsidRPr="00442592" w:rsidRDefault="000D2852" w:rsidP="00942C8C">
            <w:pPr>
              <w:rPr>
                <w:highlight w:val="yellow"/>
              </w:rPr>
            </w:pPr>
            <w:r w:rsidRPr="00442592">
              <w:rPr>
                <w:highlight w:val="yellow"/>
              </w:rPr>
              <w:t>Walk</w:t>
            </w:r>
          </w:p>
        </w:tc>
        <w:tc>
          <w:tcPr>
            <w:tcW w:w="1470" w:type="dxa"/>
          </w:tcPr>
          <w:p w:rsidR="000D2852" w:rsidRPr="00442592" w:rsidRDefault="000D2852" w:rsidP="00942C8C">
            <w:pPr>
              <w:rPr>
                <w:b/>
                <w:highlight w:val="yellow"/>
              </w:rPr>
            </w:pPr>
            <w:r w:rsidRPr="00442592">
              <w:rPr>
                <w:b/>
                <w:highlight w:val="yellow"/>
              </w:rPr>
              <w:t>17</w:t>
            </w:r>
          </w:p>
        </w:tc>
        <w:tc>
          <w:tcPr>
            <w:tcW w:w="2277" w:type="dxa"/>
          </w:tcPr>
          <w:p w:rsidR="000D2852" w:rsidRPr="00442592" w:rsidRDefault="000D2852" w:rsidP="00942C8C">
            <w:pPr>
              <w:rPr>
                <w:highlight w:val="yellow"/>
              </w:rPr>
            </w:pPr>
            <w:r w:rsidRPr="00442592">
              <w:rPr>
                <w:highlight w:val="yellow"/>
              </w:rPr>
              <w:t>Sitt</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yellow"/>
              </w:rPr>
            </w:pPr>
            <w:r w:rsidRPr="00442592">
              <w:rPr>
                <w:b/>
                <w:highlight w:val="yellow"/>
              </w:rPr>
              <w:t>18</w:t>
            </w:r>
          </w:p>
        </w:tc>
        <w:tc>
          <w:tcPr>
            <w:tcW w:w="1450" w:type="dxa"/>
            <w:tcBorders>
              <w:left w:val="single" w:sz="4" w:space="0" w:color="auto"/>
            </w:tcBorders>
          </w:tcPr>
          <w:p w:rsidR="000D2852" w:rsidRPr="00442592" w:rsidRDefault="000D2852" w:rsidP="00942C8C">
            <w:pPr>
              <w:rPr>
                <w:highlight w:val="yellow"/>
              </w:rPr>
            </w:pPr>
            <w:r w:rsidRPr="00442592">
              <w:rPr>
                <w:highlight w:val="yellow"/>
              </w:rPr>
              <w:t>Talk+</w:t>
            </w:r>
          </w:p>
        </w:tc>
        <w:tc>
          <w:tcPr>
            <w:tcW w:w="1470" w:type="dxa"/>
          </w:tcPr>
          <w:p w:rsidR="000D2852" w:rsidRPr="00442592" w:rsidRDefault="000D2852" w:rsidP="00942C8C">
            <w:pPr>
              <w:rPr>
                <w:b/>
                <w:highlight w:val="yellow"/>
              </w:rPr>
            </w:pPr>
            <w:r w:rsidRPr="00442592">
              <w:rPr>
                <w:b/>
                <w:highlight w:val="yellow"/>
              </w:rPr>
              <w:t>18</w:t>
            </w:r>
          </w:p>
        </w:tc>
        <w:tc>
          <w:tcPr>
            <w:tcW w:w="2277" w:type="dxa"/>
          </w:tcPr>
          <w:p w:rsidR="000D2852" w:rsidRPr="00442592" w:rsidRDefault="000D2852" w:rsidP="00942C8C">
            <w:pPr>
              <w:rPr>
                <w:highlight w:val="yellow"/>
              </w:rPr>
            </w:pPr>
            <w:r w:rsidRPr="00442592">
              <w:rPr>
                <w:highlight w:val="yellow"/>
              </w:rPr>
              <w:t>Talk+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19</w:t>
            </w:r>
          </w:p>
        </w:tc>
        <w:tc>
          <w:tcPr>
            <w:tcW w:w="1450" w:type="dxa"/>
            <w:tcBorders>
              <w:left w:val="single" w:sz="4" w:space="0" w:color="auto"/>
            </w:tcBorders>
          </w:tcPr>
          <w:p w:rsidR="000D2852" w:rsidRPr="00442592" w:rsidRDefault="000D2852" w:rsidP="00942C8C">
            <w:pPr>
              <w:rPr>
                <w:highlight w:val="green"/>
              </w:rPr>
            </w:pPr>
            <w:r w:rsidRPr="00442592">
              <w:rPr>
                <w:highlight w:val="green"/>
              </w:rPr>
              <w:t>Talk+</w:t>
            </w:r>
          </w:p>
        </w:tc>
        <w:tc>
          <w:tcPr>
            <w:tcW w:w="1470" w:type="dxa"/>
          </w:tcPr>
          <w:p w:rsidR="000D2852" w:rsidRPr="00442592" w:rsidRDefault="000D2852" w:rsidP="00942C8C">
            <w:pPr>
              <w:rPr>
                <w:b/>
                <w:highlight w:val="yellow"/>
              </w:rPr>
            </w:pPr>
            <w:r w:rsidRPr="00442592">
              <w:rPr>
                <w:b/>
                <w:highlight w:val="yellow"/>
              </w:rPr>
              <w:t>19</w:t>
            </w:r>
          </w:p>
        </w:tc>
        <w:tc>
          <w:tcPr>
            <w:tcW w:w="2277" w:type="dxa"/>
          </w:tcPr>
          <w:p w:rsidR="000D2852" w:rsidRPr="00442592" w:rsidRDefault="000D2852" w:rsidP="00942C8C">
            <w:pPr>
              <w:rPr>
                <w:highlight w:val="yellow"/>
              </w:rPr>
            </w:pPr>
            <w:r w:rsidRPr="00442592">
              <w:rPr>
                <w:highlight w:val="yellow"/>
              </w:rPr>
              <w:t>Talk+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20</w:t>
            </w:r>
          </w:p>
        </w:tc>
        <w:tc>
          <w:tcPr>
            <w:tcW w:w="1450" w:type="dxa"/>
            <w:tcBorders>
              <w:left w:val="single" w:sz="4" w:space="0" w:color="auto"/>
            </w:tcBorders>
          </w:tcPr>
          <w:p w:rsidR="000D2852" w:rsidRPr="00442592" w:rsidRDefault="000D2852" w:rsidP="00942C8C">
            <w:pPr>
              <w:rPr>
                <w:highlight w:val="green"/>
              </w:rPr>
            </w:pPr>
            <w:r w:rsidRPr="00442592">
              <w:rPr>
                <w:highlight w:val="green"/>
              </w:rPr>
              <w:t>Walk</w:t>
            </w:r>
          </w:p>
        </w:tc>
        <w:tc>
          <w:tcPr>
            <w:tcW w:w="1470" w:type="dxa"/>
          </w:tcPr>
          <w:p w:rsidR="000D2852" w:rsidRPr="00442592" w:rsidRDefault="000D2852" w:rsidP="00942C8C">
            <w:pPr>
              <w:rPr>
                <w:b/>
                <w:highlight w:val="yellow"/>
              </w:rPr>
            </w:pPr>
            <w:r w:rsidRPr="00442592">
              <w:rPr>
                <w:b/>
                <w:highlight w:val="yellow"/>
              </w:rPr>
              <w:t>20</w:t>
            </w:r>
          </w:p>
        </w:tc>
        <w:tc>
          <w:tcPr>
            <w:tcW w:w="2277" w:type="dxa"/>
          </w:tcPr>
          <w:p w:rsidR="000D2852" w:rsidRPr="00442592" w:rsidRDefault="000D2852" w:rsidP="00942C8C">
            <w:pPr>
              <w:rPr>
                <w:highlight w:val="yellow"/>
              </w:rPr>
            </w:pPr>
            <w:r w:rsidRPr="00442592">
              <w:rPr>
                <w:highlight w:val="yellow"/>
              </w:rPr>
              <w:t>Eat</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21</w:t>
            </w:r>
          </w:p>
        </w:tc>
        <w:tc>
          <w:tcPr>
            <w:tcW w:w="1450" w:type="dxa"/>
            <w:tcBorders>
              <w:left w:val="single" w:sz="4" w:space="0" w:color="auto"/>
            </w:tcBorders>
          </w:tcPr>
          <w:p w:rsidR="000D2852" w:rsidRPr="00442592" w:rsidRDefault="000D2852" w:rsidP="00942C8C">
            <w:pPr>
              <w:rPr>
                <w:highlight w:val="green"/>
              </w:rPr>
            </w:pPr>
            <w:r w:rsidRPr="00442592">
              <w:rPr>
                <w:highlight w:val="green"/>
              </w:rPr>
              <w:t>T/P</w:t>
            </w:r>
          </w:p>
        </w:tc>
        <w:tc>
          <w:tcPr>
            <w:tcW w:w="1470" w:type="dxa"/>
          </w:tcPr>
          <w:p w:rsidR="000D2852" w:rsidRPr="00442592" w:rsidRDefault="000D2852" w:rsidP="00942C8C">
            <w:pPr>
              <w:rPr>
                <w:b/>
                <w:highlight w:val="yellow"/>
              </w:rPr>
            </w:pPr>
            <w:r w:rsidRPr="00442592">
              <w:rPr>
                <w:b/>
                <w:highlight w:val="yellow"/>
              </w:rPr>
              <w:t>21</w:t>
            </w:r>
          </w:p>
        </w:tc>
        <w:tc>
          <w:tcPr>
            <w:tcW w:w="2277" w:type="dxa"/>
          </w:tcPr>
          <w:p w:rsidR="000D2852" w:rsidRPr="00442592" w:rsidRDefault="000D2852" w:rsidP="00942C8C">
            <w:pPr>
              <w:rPr>
                <w:highlight w:val="yellow"/>
              </w:rPr>
            </w:pPr>
            <w:r w:rsidRPr="00442592">
              <w:rPr>
                <w:highlight w:val="yellow"/>
              </w:rPr>
              <w:t>Talk1</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22</w:t>
            </w:r>
          </w:p>
        </w:tc>
        <w:tc>
          <w:tcPr>
            <w:tcW w:w="1450" w:type="dxa"/>
            <w:tcBorders>
              <w:left w:val="single" w:sz="4" w:space="0" w:color="auto"/>
            </w:tcBorders>
          </w:tcPr>
          <w:p w:rsidR="000D2852" w:rsidRPr="00442592" w:rsidRDefault="000D2852" w:rsidP="00942C8C">
            <w:pPr>
              <w:rPr>
                <w:highlight w:val="green"/>
              </w:rPr>
            </w:pPr>
            <w:r w:rsidRPr="00442592">
              <w:rPr>
                <w:highlight w:val="green"/>
              </w:rPr>
              <w:t>Carr</w:t>
            </w:r>
          </w:p>
        </w:tc>
        <w:tc>
          <w:tcPr>
            <w:tcW w:w="1470" w:type="dxa"/>
          </w:tcPr>
          <w:p w:rsidR="000D2852" w:rsidRPr="00442592" w:rsidRDefault="000D2852" w:rsidP="00942C8C">
            <w:pPr>
              <w:rPr>
                <w:b/>
                <w:highlight w:val="yellow"/>
              </w:rPr>
            </w:pPr>
            <w:r w:rsidRPr="00442592">
              <w:rPr>
                <w:b/>
                <w:highlight w:val="yellow"/>
              </w:rPr>
              <w:t>22</w:t>
            </w:r>
          </w:p>
        </w:tc>
        <w:tc>
          <w:tcPr>
            <w:tcW w:w="2277" w:type="dxa"/>
          </w:tcPr>
          <w:p w:rsidR="000D2852" w:rsidRPr="00442592" w:rsidRDefault="000D2852" w:rsidP="00942C8C">
            <w:pPr>
              <w:rPr>
                <w:highlight w:val="yellow"/>
              </w:rPr>
            </w:pPr>
            <w:r w:rsidRPr="00442592">
              <w:rPr>
                <w:highlight w:val="yellow"/>
              </w:rPr>
              <w:t>Talk1</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23</w:t>
            </w:r>
          </w:p>
        </w:tc>
        <w:tc>
          <w:tcPr>
            <w:tcW w:w="1450" w:type="dxa"/>
            <w:tcBorders>
              <w:left w:val="single" w:sz="4" w:space="0" w:color="auto"/>
            </w:tcBorders>
          </w:tcPr>
          <w:p w:rsidR="000D2852" w:rsidRPr="00442592" w:rsidRDefault="000D2852" w:rsidP="00942C8C">
            <w:pPr>
              <w:rPr>
                <w:highlight w:val="green"/>
              </w:rPr>
            </w:pPr>
            <w:r w:rsidRPr="00442592">
              <w:rPr>
                <w:highlight w:val="green"/>
              </w:rPr>
              <w:t>Eat</w:t>
            </w:r>
          </w:p>
        </w:tc>
        <w:tc>
          <w:tcPr>
            <w:tcW w:w="1470" w:type="dxa"/>
          </w:tcPr>
          <w:p w:rsidR="000D2852" w:rsidRPr="00442592" w:rsidRDefault="000D2852" w:rsidP="00942C8C">
            <w:pPr>
              <w:rPr>
                <w:b/>
                <w:highlight w:val="yellow"/>
              </w:rPr>
            </w:pPr>
            <w:r w:rsidRPr="00442592">
              <w:rPr>
                <w:b/>
                <w:highlight w:val="yellow"/>
              </w:rPr>
              <w:t>23</w:t>
            </w:r>
          </w:p>
        </w:tc>
        <w:tc>
          <w:tcPr>
            <w:tcW w:w="2277" w:type="dxa"/>
          </w:tcPr>
          <w:p w:rsidR="000D2852" w:rsidRPr="00442592" w:rsidRDefault="000D2852" w:rsidP="00942C8C">
            <w:pPr>
              <w:rPr>
                <w:highlight w:val="yellow"/>
              </w:rPr>
            </w:pPr>
            <w:r w:rsidRPr="00442592">
              <w:rPr>
                <w:highlight w:val="yellow"/>
              </w:rPr>
              <w:t>Eat/Drink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24</w:t>
            </w:r>
          </w:p>
        </w:tc>
        <w:tc>
          <w:tcPr>
            <w:tcW w:w="1450" w:type="dxa"/>
            <w:tcBorders>
              <w:left w:val="single" w:sz="4" w:space="0" w:color="auto"/>
            </w:tcBorders>
          </w:tcPr>
          <w:p w:rsidR="000D2852" w:rsidRPr="00442592" w:rsidRDefault="000D2852" w:rsidP="00942C8C">
            <w:pPr>
              <w:rPr>
                <w:highlight w:val="green"/>
              </w:rPr>
            </w:pPr>
            <w:r w:rsidRPr="00442592">
              <w:rPr>
                <w:highlight w:val="green"/>
              </w:rPr>
              <w:t>Eat</w:t>
            </w:r>
          </w:p>
        </w:tc>
        <w:tc>
          <w:tcPr>
            <w:tcW w:w="1470" w:type="dxa"/>
          </w:tcPr>
          <w:p w:rsidR="000D2852" w:rsidRPr="00442592" w:rsidRDefault="000D2852" w:rsidP="00942C8C">
            <w:pPr>
              <w:rPr>
                <w:b/>
                <w:highlight w:val="yellow"/>
              </w:rPr>
            </w:pPr>
            <w:r w:rsidRPr="00442592">
              <w:rPr>
                <w:b/>
                <w:highlight w:val="yellow"/>
              </w:rPr>
              <w:t>24</w:t>
            </w:r>
          </w:p>
        </w:tc>
        <w:tc>
          <w:tcPr>
            <w:tcW w:w="2277" w:type="dxa"/>
          </w:tcPr>
          <w:p w:rsidR="000D2852" w:rsidRPr="00442592" w:rsidRDefault="000D2852" w:rsidP="00942C8C">
            <w:pPr>
              <w:rPr>
                <w:highlight w:val="yellow"/>
              </w:rPr>
            </w:pPr>
            <w:r w:rsidRPr="00442592">
              <w:rPr>
                <w:highlight w:val="yellow"/>
              </w:rPr>
              <w:t>Eat</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25</w:t>
            </w:r>
          </w:p>
        </w:tc>
        <w:tc>
          <w:tcPr>
            <w:tcW w:w="1450" w:type="dxa"/>
            <w:tcBorders>
              <w:left w:val="single" w:sz="4" w:space="0" w:color="auto"/>
            </w:tcBorders>
          </w:tcPr>
          <w:p w:rsidR="000D2852" w:rsidRPr="00442592" w:rsidRDefault="000D2852" w:rsidP="00942C8C">
            <w:pPr>
              <w:rPr>
                <w:highlight w:val="green"/>
              </w:rPr>
            </w:pPr>
            <w:r w:rsidRPr="00442592">
              <w:rPr>
                <w:highlight w:val="green"/>
              </w:rPr>
              <w:t>Eat/Drink</w:t>
            </w:r>
          </w:p>
        </w:tc>
        <w:tc>
          <w:tcPr>
            <w:tcW w:w="1470" w:type="dxa"/>
          </w:tcPr>
          <w:p w:rsidR="000D2852" w:rsidRPr="00442592" w:rsidRDefault="000D2852" w:rsidP="00942C8C">
            <w:pPr>
              <w:rPr>
                <w:b/>
                <w:highlight w:val="yellow"/>
              </w:rPr>
            </w:pPr>
            <w:r w:rsidRPr="00442592">
              <w:rPr>
                <w:b/>
                <w:highlight w:val="yellow"/>
              </w:rPr>
              <w:t>25</w:t>
            </w:r>
          </w:p>
        </w:tc>
        <w:tc>
          <w:tcPr>
            <w:tcW w:w="2277" w:type="dxa"/>
          </w:tcPr>
          <w:p w:rsidR="000D2852" w:rsidRPr="00442592" w:rsidRDefault="000D2852" w:rsidP="00942C8C">
            <w:pPr>
              <w:rPr>
                <w:highlight w:val="yellow"/>
              </w:rPr>
            </w:pPr>
            <w:r w:rsidRPr="00442592">
              <w:rPr>
                <w:highlight w:val="yellow"/>
              </w:rPr>
              <w:t>Carr/Drink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26</w:t>
            </w:r>
          </w:p>
        </w:tc>
        <w:tc>
          <w:tcPr>
            <w:tcW w:w="1450" w:type="dxa"/>
            <w:tcBorders>
              <w:left w:val="single" w:sz="4" w:space="0" w:color="auto"/>
            </w:tcBorders>
          </w:tcPr>
          <w:p w:rsidR="000D2852" w:rsidRPr="00442592" w:rsidRDefault="000D2852" w:rsidP="00942C8C">
            <w:pPr>
              <w:rPr>
                <w:highlight w:val="green"/>
              </w:rPr>
            </w:pPr>
            <w:r w:rsidRPr="00442592">
              <w:rPr>
                <w:highlight w:val="green"/>
              </w:rPr>
              <w:t>Sitt/Eat/Drink</w:t>
            </w:r>
          </w:p>
        </w:tc>
        <w:tc>
          <w:tcPr>
            <w:tcW w:w="1470" w:type="dxa"/>
          </w:tcPr>
          <w:p w:rsidR="000D2852" w:rsidRPr="00442592" w:rsidRDefault="000D2852" w:rsidP="00942C8C">
            <w:pPr>
              <w:rPr>
                <w:b/>
                <w:highlight w:val="green"/>
              </w:rPr>
            </w:pPr>
            <w:r w:rsidRPr="00442592">
              <w:rPr>
                <w:b/>
                <w:highlight w:val="green"/>
              </w:rPr>
              <w:t>26</w:t>
            </w:r>
          </w:p>
        </w:tc>
        <w:tc>
          <w:tcPr>
            <w:tcW w:w="2277" w:type="dxa"/>
          </w:tcPr>
          <w:p w:rsidR="000D2852" w:rsidRPr="00442592" w:rsidRDefault="000D2852" w:rsidP="00942C8C">
            <w:pPr>
              <w:rPr>
                <w:highlight w:val="green"/>
              </w:rPr>
            </w:pPr>
            <w:r w:rsidRPr="00442592">
              <w:rPr>
                <w:highlight w:val="green"/>
              </w:rPr>
              <w:t>Sitt/Eat/Drink</w:t>
            </w:r>
          </w:p>
        </w:tc>
      </w:tr>
      <w:tr w:rsidR="000D2852" w:rsidRPr="00942C8C" w:rsidTr="0006197E">
        <w:trPr>
          <w:trHeight w:val="347"/>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27</w:t>
            </w:r>
          </w:p>
        </w:tc>
        <w:tc>
          <w:tcPr>
            <w:tcW w:w="1450" w:type="dxa"/>
            <w:tcBorders>
              <w:left w:val="single" w:sz="4" w:space="0" w:color="auto"/>
            </w:tcBorders>
          </w:tcPr>
          <w:p w:rsidR="000D2852" w:rsidRPr="00442592" w:rsidRDefault="000D2852" w:rsidP="00942C8C">
            <w:pPr>
              <w:rPr>
                <w:highlight w:val="green"/>
              </w:rPr>
            </w:pPr>
            <w:r w:rsidRPr="00442592">
              <w:rPr>
                <w:highlight w:val="green"/>
              </w:rPr>
              <w:t>Singl</w:t>
            </w:r>
          </w:p>
        </w:tc>
        <w:tc>
          <w:tcPr>
            <w:tcW w:w="1470" w:type="dxa"/>
          </w:tcPr>
          <w:p w:rsidR="000D2852" w:rsidRPr="00442592" w:rsidRDefault="000D2852" w:rsidP="00942C8C">
            <w:pPr>
              <w:rPr>
                <w:b/>
                <w:highlight w:val="green"/>
              </w:rPr>
            </w:pPr>
            <w:r w:rsidRPr="00442592">
              <w:rPr>
                <w:b/>
                <w:highlight w:val="green"/>
              </w:rPr>
              <w:t>27</w:t>
            </w:r>
          </w:p>
        </w:tc>
        <w:tc>
          <w:tcPr>
            <w:tcW w:w="2277" w:type="dxa"/>
          </w:tcPr>
          <w:p w:rsidR="000D2852" w:rsidRPr="00442592" w:rsidRDefault="000D2852" w:rsidP="00942C8C">
            <w:pPr>
              <w:rPr>
                <w:highlight w:val="green"/>
              </w:rPr>
            </w:pPr>
            <w:r w:rsidRPr="00442592">
              <w:rPr>
                <w:highlight w:val="green"/>
              </w:rPr>
              <w:t>CI</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28</w:t>
            </w:r>
          </w:p>
        </w:tc>
        <w:tc>
          <w:tcPr>
            <w:tcW w:w="1450" w:type="dxa"/>
            <w:tcBorders>
              <w:left w:val="single" w:sz="4" w:space="0" w:color="auto"/>
            </w:tcBorders>
          </w:tcPr>
          <w:p w:rsidR="000D2852" w:rsidRPr="00442592" w:rsidRDefault="000D2852" w:rsidP="00942C8C">
            <w:pPr>
              <w:rPr>
                <w:highlight w:val="green"/>
              </w:rPr>
            </w:pPr>
            <w:r w:rsidRPr="00442592">
              <w:rPr>
                <w:highlight w:val="green"/>
              </w:rPr>
              <w:t>Run</w:t>
            </w:r>
          </w:p>
        </w:tc>
        <w:tc>
          <w:tcPr>
            <w:tcW w:w="1470" w:type="dxa"/>
          </w:tcPr>
          <w:p w:rsidR="000D2852" w:rsidRPr="00442592" w:rsidRDefault="000D2852" w:rsidP="00942C8C">
            <w:pPr>
              <w:rPr>
                <w:b/>
                <w:highlight w:val="green"/>
              </w:rPr>
            </w:pPr>
            <w:r w:rsidRPr="00442592">
              <w:rPr>
                <w:b/>
                <w:highlight w:val="green"/>
              </w:rPr>
              <w:t>28</w:t>
            </w:r>
          </w:p>
        </w:tc>
        <w:tc>
          <w:tcPr>
            <w:tcW w:w="2277" w:type="dxa"/>
          </w:tcPr>
          <w:p w:rsidR="000D2852" w:rsidRPr="00442592" w:rsidRDefault="000D2852" w:rsidP="00942C8C">
            <w:pPr>
              <w:rPr>
                <w:highlight w:val="green"/>
              </w:rPr>
            </w:pPr>
            <w:r w:rsidRPr="00442592">
              <w:rPr>
                <w:highlight w:val="green"/>
              </w:rPr>
              <w:t>Run</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29</w:t>
            </w:r>
          </w:p>
        </w:tc>
        <w:tc>
          <w:tcPr>
            <w:tcW w:w="1450" w:type="dxa"/>
            <w:tcBorders>
              <w:left w:val="single" w:sz="4" w:space="0" w:color="auto"/>
            </w:tcBorders>
          </w:tcPr>
          <w:p w:rsidR="000D2852" w:rsidRPr="00442592" w:rsidRDefault="000D2852" w:rsidP="00942C8C">
            <w:pPr>
              <w:rPr>
                <w:highlight w:val="green"/>
              </w:rPr>
            </w:pPr>
            <w:r w:rsidRPr="00442592">
              <w:rPr>
                <w:highlight w:val="green"/>
              </w:rPr>
              <w:t>Carr</w:t>
            </w:r>
          </w:p>
        </w:tc>
        <w:tc>
          <w:tcPr>
            <w:tcW w:w="1470" w:type="dxa"/>
          </w:tcPr>
          <w:p w:rsidR="000D2852" w:rsidRPr="00442592" w:rsidRDefault="000D2852" w:rsidP="00942C8C">
            <w:pPr>
              <w:rPr>
                <w:b/>
                <w:highlight w:val="green"/>
              </w:rPr>
            </w:pPr>
            <w:r w:rsidRPr="00442592">
              <w:rPr>
                <w:b/>
                <w:highlight w:val="green"/>
              </w:rPr>
              <w:t>29</w:t>
            </w:r>
          </w:p>
        </w:tc>
        <w:tc>
          <w:tcPr>
            <w:tcW w:w="2277" w:type="dxa"/>
          </w:tcPr>
          <w:p w:rsidR="000D2852" w:rsidRPr="00442592" w:rsidRDefault="000D2852" w:rsidP="00942C8C">
            <w:pPr>
              <w:rPr>
                <w:highlight w:val="green"/>
              </w:rPr>
            </w:pPr>
            <w:r w:rsidRPr="00442592">
              <w:rPr>
                <w:highlight w:val="green"/>
              </w:rPr>
              <w:t>Run</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30</w:t>
            </w:r>
          </w:p>
        </w:tc>
        <w:tc>
          <w:tcPr>
            <w:tcW w:w="1450" w:type="dxa"/>
            <w:tcBorders>
              <w:left w:val="single" w:sz="4" w:space="0" w:color="auto"/>
              <w:bottom w:val="single" w:sz="4" w:space="0" w:color="auto"/>
            </w:tcBorders>
          </w:tcPr>
          <w:p w:rsidR="000D2852" w:rsidRPr="00442592" w:rsidRDefault="000D2852" w:rsidP="00942C8C">
            <w:pPr>
              <w:rPr>
                <w:highlight w:val="green"/>
              </w:rPr>
            </w:pPr>
            <w:r w:rsidRPr="00442592">
              <w:rPr>
                <w:highlight w:val="green"/>
              </w:rPr>
              <w:t>Walk</w:t>
            </w:r>
          </w:p>
        </w:tc>
        <w:tc>
          <w:tcPr>
            <w:tcW w:w="1470" w:type="dxa"/>
            <w:tcBorders>
              <w:bottom w:val="single" w:sz="4" w:space="0" w:color="auto"/>
              <w:right w:val="single" w:sz="4" w:space="0" w:color="auto"/>
            </w:tcBorders>
          </w:tcPr>
          <w:p w:rsidR="000D2852" w:rsidRPr="00442592" w:rsidRDefault="000D2852" w:rsidP="00942C8C">
            <w:pPr>
              <w:rPr>
                <w:b/>
                <w:highlight w:val="green"/>
              </w:rPr>
            </w:pPr>
            <w:r w:rsidRPr="00442592">
              <w:rPr>
                <w:b/>
                <w:highlight w:val="green"/>
              </w:rPr>
              <w:t>30</w:t>
            </w:r>
          </w:p>
        </w:tc>
        <w:tc>
          <w:tcPr>
            <w:tcW w:w="2277" w:type="dxa"/>
            <w:tcBorders>
              <w:left w:val="single" w:sz="4" w:space="0" w:color="auto"/>
              <w:bottom w:val="single" w:sz="4" w:space="0" w:color="auto"/>
            </w:tcBorders>
          </w:tcPr>
          <w:p w:rsidR="000D2852" w:rsidRPr="00442592" w:rsidRDefault="000D2852" w:rsidP="00942C8C">
            <w:pPr>
              <w:rPr>
                <w:highlight w:val="green"/>
              </w:rPr>
            </w:pPr>
            <w:r w:rsidRPr="00442592">
              <w:rPr>
                <w:highlight w:val="green"/>
              </w:rPr>
              <w:t>Run</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 xml:space="preserve"> 31</w:t>
            </w:r>
          </w:p>
        </w:tc>
        <w:tc>
          <w:tcPr>
            <w:tcW w:w="1450" w:type="dxa"/>
            <w:tcBorders>
              <w:left w:val="single" w:sz="4" w:space="0" w:color="auto"/>
              <w:bottom w:val="single" w:sz="4" w:space="0" w:color="auto"/>
            </w:tcBorders>
          </w:tcPr>
          <w:p w:rsidR="000D2852" w:rsidRPr="00442592" w:rsidRDefault="000D2852" w:rsidP="00942C8C">
            <w:pPr>
              <w:rPr>
                <w:highlight w:val="green"/>
              </w:rPr>
            </w:pPr>
            <w:r w:rsidRPr="00442592">
              <w:rPr>
                <w:highlight w:val="green"/>
              </w:rPr>
              <w:t>T/T</w:t>
            </w: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31</w:t>
            </w:r>
          </w:p>
        </w:tc>
        <w:tc>
          <w:tcPr>
            <w:tcW w:w="2277" w:type="dxa"/>
            <w:tcBorders>
              <w:top w:val="single" w:sz="4" w:space="0" w:color="auto"/>
              <w:bottom w:val="single" w:sz="4" w:space="0" w:color="auto"/>
              <w:right w:val="single" w:sz="4" w:space="0" w:color="auto"/>
            </w:tcBorders>
          </w:tcPr>
          <w:p w:rsidR="000D2852" w:rsidRPr="00442592" w:rsidRDefault="000D2852" w:rsidP="00942C8C">
            <w:pPr>
              <w:rPr>
                <w:highlight w:val="green"/>
              </w:rPr>
            </w:pPr>
            <w:r w:rsidRPr="00442592">
              <w:rPr>
                <w:highlight w:val="green"/>
              </w:rPr>
              <w:t>Push</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32</w:t>
            </w:r>
          </w:p>
        </w:tc>
        <w:tc>
          <w:tcPr>
            <w:tcW w:w="1450" w:type="dxa"/>
            <w:tcBorders>
              <w:left w:val="single" w:sz="4" w:space="0" w:color="auto"/>
              <w:bottom w:val="single" w:sz="4" w:space="0" w:color="auto"/>
            </w:tcBorders>
          </w:tcPr>
          <w:p w:rsidR="000D2852" w:rsidRPr="00442592" w:rsidRDefault="000D2852" w:rsidP="00942C8C">
            <w:pPr>
              <w:rPr>
                <w:highlight w:val="green"/>
              </w:rPr>
            </w:pPr>
            <w:r w:rsidRPr="00442592">
              <w:rPr>
                <w:highlight w:val="green"/>
              </w:rPr>
              <w:t>Walk</w:t>
            </w: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32</w:t>
            </w:r>
          </w:p>
        </w:tc>
        <w:tc>
          <w:tcPr>
            <w:tcW w:w="2277" w:type="dxa"/>
            <w:tcBorders>
              <w:top w:val="single" w:sz="4" w:space="0" w:color="auto"/>
              <w:bottom w:val="single" w:sz="4" w:space="0" w:color="auto"/>
              <w:right w:val="single" w:sz="4" w:space="0" w:color="auto"/>
            </w:tcBorders>
          </w:tcPr>
          <w:p w:rsidR="000D2852" w:rsidRPr="00442592" w:rsidRDefault="000D2852" w:rsidP="00942C8C">
            <w:pPr>
              <w:rPr>
                <w:highlight w:val="green"/>
              </w:rPr>
            </w:pPr>
            <w:r w:rsidRPr="00442592">
              <w:rPr>
                <w:highlight w:val="green"/>
              </w:rPr>
              <w:t>Talk1</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33</w:t>
            </w:r>
          </w:p>
        </w:tc>
        <w:tc>
          <w:tcPr>
            <w:tcW w:w="1450" w:type="dxa"/>
            <w:tcBorders>
              <w:left w:val="single" w:sz="4" w:space="0" w:color="auto"/>
              <w:bottom w:val="single" w:sz="4" w:space="0" w:color="auto"/>
            </w:tcBorders>
          </w:tcPr>
          <w:p w:rsidR="000D2852" w:rsidRPr="00442592" w:rsidRDefault="000D2852" w:rsidP="00942C8C">
            <w:pPr>
              <w:rPr>
                <w:highlight w:val="green"/>
              </w:rPr>
            </w:pPr>
            <w:r w:rsidRPr="00442592">
              <w:rPr>
                <w:highlight w:val="green"/>
              </w:rPr>
              <w:t>Carr</w:t>
            </w: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33</w:t>
            </w:r>
          </w:p>
        </w:tc>
        <w:tc>
          <w:tcPr>
            <w:tcW w:w="2277" w:type="dxa"/>
            <w:tcBorders>
              <w:top w:val="single" w:sz="4" w:space="0" w:color="auto"/>
              <w:bottom w:val="single" w:sz="4" w:space="0" w:color="auto"/>
              <w:right w:val="single" w:sz="4" w:space="0" w:color="auto"/>
            </w:tcBorders>
          </w:tcPr>
          <w:p w:rsidR="000D2852" w:rsidRPr="00442592" w:rsidRDefault="000D2852" w:rsidP="00942C8C">
            <w:pPr>
              <w:rPr>
                <w:highlight w:val="green"/>
              </w:rPr>
            </w:pPr>
            <w:r w:rsidRPr="00442592">
              <w:rPr>
                <w:highlight w:val="green"/>
              </w:rPr>
              <w:t>Talk1</w:t>
            </w:r>
          </w:p>
        </w:tc>
      </w:tr>
      <w:tr w:rsidR="000D2852" w:rsidRPr="00942C8C" w:rsidTr="0006197E">
        <w:trPr>
          <w:trHeight w:val="473"/>
        </w:trPr>
        <w:tc>
          <w:tcPr>
            <w:tcW w:w="1391" w:type="dxa"/>
            <w:tcBorders>
              <w:right w:val="single" w:sz="4" w:space="0" w:color="auto"/>
            </w:tcBorders>
          </w:tcPr>
          <w:p w:rsidR="000D2852" w:rsidRPr="00442592" w:rsidRDefault="000D2852" w:rsidP="00942C8C">
            <w:pPr>
              <w:rPr>
                <w:b/>
                <w:highlight w:val="green"/>
              </w:rPr>
            </w:pPr>
            <w:r w:rsidRPr="00442592">
              <w:rPr>
                <w:b/>
                <w:highlight w:val="green"/>
              </w:rPr>
              <w:t>34</w:t>
            </w:r>
          </w:p>
        </w:tc>
        <w:tc>
          <w:tcPr>
            <w:tcW w:w="1450" w:type="dxa"/>
            <w:tcBorders>
              <w:left w:val="single" w:sz="4" w:space="0" w:color="auto"/>
            </w:tcBorders>
          </w:tcPr>
          <w:p w:rsidR="000D2852" w:rsidRPr="00442592" w:rsidRDefault="000D2852" w:rsidP="00942C8C">
            <w:pPr>
              <w:rPr>
                <w:highlight w:val="green"/>
              </w:rPr>
            </w:pPr>
            <w:r w:rsidRPr="00442592">
              <w:rPr>
                <w:highlight w:val="green"/>
              </w:rPr>
              <w:t>Eat/Drink</w:t>
            </w: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34</w:t>
            </w:r>
          </w:p>
        </w:tc>
        <w:tc>
          <w:tcPr>
            <w:tcW w:w="2277" w:type="dxa"/>
            <w:tcBorders>
              <w:top w:val="single" w:sz="4" w:space="0" w:color="auto"/>
              <w:bottom w:val="single" w:sz="4" w:space="0" w:color="auto"/>
              <w:right w:val="single" w:sz="4" w:space="0" w:color="auto"/>
            </w:tcBorders>
          </w:tcPr>
          <w:p w:rsidR="000D2852" w:rsidRPr="00442592" w:rsidRDefault="000D2852" w:rsidP="00942C8C">
            <w:pPr>
              <w:rPr>
                <w:highlight w:val="green"/>
              </w:rPr>
            </w:pPr>
            <w:r w:rsidRPr="00442592">
              <w:rPr>
                <w:highlight w:val="green"/>
              </w:rPr>
              <w:t>Walk</w:t>
            </w:r>
          </w:p>
        </w:tc>
      </w:tr>
      <w:tr w:rsidR="000D2852" w:rsidRPr="00942C8C" w:rsidTr="0006197E">
        <w:trPr>
          <w:trHeight w:val="90"/>
        </w:trPr>
        <w:tc>
          <w:tcPr>
            <w:tcW w:w="1391" w:type="dxa"/>
            <w:vMerge w:val="restart"/>
            <w:tcBorders>
              <w:right w:val="single" w:sz="4" w:space="0" w:color="auto"/>
            </w:tcBorders>
          </w:tcPr>
          <w:p w:rsidR="000D2852" w:rsidRPr="00442592" w:rsidRDefault="000D2852" w:rsidP="00942C8C">
            <w:pPr>
              <w:rPr>
                <w:b/>
                <w:highlight w:val="green"/>
              </w:rPr>
            </w:pPr>
            <w:r w:rsidRPr="00442592">
              <w:rPr>
                <w:b/>
                <w:highlight w:val="green"/>
              </w:rPr>
              <w:t>35</w:t>
            </w:r>
          </w:p>
          <w:p w:rsidR="000D2852" w:rsidRPr="00442592" w:rsidRDefault="000D2852" w:rsidP="00942C8C">
            <w:pPr>
              <w:rPr>
                <w:b/>
                <w:highlight w:val="green"/>
              </w:rPr>
            </w:pPr>
          </w:p>
        </w:tc>
        <w:tc>
          <w:tcPr>
            <w:tcW w:w="1450" w:type="dxa"/>
            <w:vMerge w:val="restart"/>
            <w:tcBorders>
              <w:left w:val="single" w:sz="4" w:space="0" w:color="auto"/>
            </w:tcBorders>
          </w:tcPr>
          <w:p w:rsidR="000D2852" w:rsidRPr="00442592" w:rsidRDefault="000D2852" w:rsidP="00942C8C">
            <w:pPr>
              <w:rPr>
                <w:highlight w:val="green"/>
              </w:rPr>
            </w:pPr>
            <w:r w:rsidRPr="00442592">
              <w:rPr>
                <w:highlight w:val="green"/>
              </w:rPr>
              <w:t>Carr</w:t>
            </w: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35</w:t>
            </w:r>
          </w:p>
          <w:p w:rsidR="000D2852" w:rsidRPr="00442592" w:rsidRDefault="000D2852" w:rsidP="00942C8C">
            <w:pPr>
              <w:rPr>
                <w:b/>
                <w:highlight w:val="green"/>
              </w:rPr>
            </w:pPr>
          </w:p>
        </w:tc>
        <w:tc>
          <w:tcPr>
            <w:tcW w:w="2277" w:type="dxa"/>
            <w:tcBorders>
              <w:top w:val="single" w:sz="4" w:space="0" w:color="auto"/>
              <w:right w:val="single" w:sz="4" w:space="0" w:color="auto"/>
            </w:tcBorders>
          </w:tcPr>
          <w:p w:rsidR="000D2852" w:rsidRPr="00442592" w:rsidRDefault="000D2852" w:rsidP="00942C8C">
            <w:pPr>
              <w:rPr>
                <w:highlight w:val="green"/>
              </w:rPr>
            </w:pPr>
            <w:r w:rsidRPr="00442592">
              <w:rPr>
                <w:highlight w:val="green"/>
              </w:rPr>
              <w:t>T/T</w:t>
            </w:r>
          </w:p>
          <w:p w:rsidR="000D2852" w:rsidRPr="00442592" w:rsidRDefault="000D2852" w:rsidP="00942C8C">
            <w:pPr>
              <w:rPr>
                <w:highlight w:val="green"/>
              </w:rPr>
            </w:pPr>
          </w:p>
        </w:tc>
      </w:tr>
      <w:tr w:rsidR="000D2852" w:rsidRPr="00942C8C" w:rsidTr="0006197E">
        <w:trPr>
          <w:trHeight w:val="90"/>
        </w:trPr>
        <w:tc>
          <w:tcPr>
            <w:tcW w:w="1391" w:type="dxa"/>
            <w:vMerge/>
            <w:tcBorders>
              <w:right w:val="single" w:sz="4" w:space="0" w:color="auto"/>
            </w:tcBorders>
          </w:tcPr>
          <w:p w:rsidR="000D2852" w:rsidRPr="00442592" w:rsidRDefault="000D2852" w:rsidP="00942C8C">
            <w:pPr>
              <w:rPr>
                <w:b/>
                <w:highlight w:val="green"/>
              </w:rPr>
            </w:pPr>
          </w:p>
        </w:tc>
        <w:tc>
          <w:tcPr>
            <w:tcW w:w="1450" w:type="dxa"/>
            <w:vMerge/>
            <w:tcBorders>
              <w:left w:val="single" w:sz="4" w:space="0" w:color="auto"/>
            </w:tcBorders>
          </w:tcPr>
          <w:p w:rsidR="000D2852" w:rsidRPr="00442592" w:rsidRDefault="000D2852" w:rsidP="00942C8C">
            <w:pPr>
              <w:rPr>
                <w:highlight w:val="green"/>
              </w:rPr>
            </w:pP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36</w:t>
            </w:r>
          </w:p>
        </w:tc>
        <w:tc>
          <w:tcPr>
            <w:tcW w:w="2277" w:type="dxa"/>
            <w:tcBorders>
              <w:right w:val="single" w:sz="4" w:space="0" w:color="auto"/>
            </w:tcBorders>
          </w:tcPr>
          <w:p w:rsidR="000D2852" w:rsidRPr="00442592" w:rsidRDefault="000D2852" w:rsidP="00942C8C">
            <w:pPr>
              <w:rPr>
                <w:highlight w:val="green"/>
              </w:rPr>
            </w:pPr>
            <w:r w:rsidRPr="00442592">
              <w:rPr>
                <w:highlight w:val="green"/>
              </w:rPr>
              <w:t>Walk</w:t>
            </w:r>
          </w:p>
        </w:tc>
      </w:tr>
      <w:tr w:rsidR="000D2852" w:rsidRPr="00942C8C" w:rsidTr="0006197E">
        <w:trPr>
          <w:trHeight w:val="90"/>
        </w:trPr>
        <w:tc>
          <w:tcPr>
            <w:tcW w:w="1391" w:type="dxa"/>
            <w:vMerge/>
            <w:tcBorders>
              <w:right w:val="single" w:sz="4" w:space="0" w:color="auto"/>
            </w:tcBorders>
          </w:tcPr>
          <w:p w:rsidR="000D2852" w:rsidRPr="00442592" w:rsidRDefault="000D2852" w:rsidP="00942C8C">
            <w:pPr>
              <w:rPr>
                <w:b/>
                <w:highlight w:val="green"/>
              </w:rPr>
            </w:pPr>
          </w:p>
        </w:tc>
        <w:tc>
          <w:tcPr>
            <w:tcW w:w="1450" w:type="dxa"/>
            <w:vMerge/>
            <w:tcBorders>
              <w:left w:val="single" w:sz="4" w:space="0" w:color="auto"/>
            </w:tcBorders>
          </w:tcPr>
          <w:p w:rsidR="000D2852" w:rsidRPr="00442592" w:rsidRDefault="000D2852" w:rsidP="00942C8C">
            <w:pPr>
              <w:rPr>
                <w:highlight w:val="green"/>
              </w:rPr>
            </w:pP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37</w:t>
            </w:r>
          </w:p>
        </w:tc>
        <w:tc>
          <w:tcPr>
            <w:tcW w:w="2277" w:type="dxa"/>
            <w:tcBorders>
              <w:right w:val="single" w:sz="4" w:space="0" w:color="auto"/>
            </w:tcBorders>
          </w:tcPr>
          <w:p w:rsidR="000D2852" w:rsidRPr="00442592" w:rsidRDefault="000D2852" w:rsidP="00942C8C">
            <w:pPr>
              <w:rPr>
                <w:highlight w:val="green"/>
              </w:rPr>
            </w:pPr>
            <w:r w:rsidRPr="00442592">
              <w:rPr>
                <w:highlight w:val="green"/>
              </w:rPr>
              <w:t>Carr</w:t>
            </w:r>
          </w:p>
        </w:tc>
      </w:tr>
      <w:tr w:rsidR="000D2852" w:rsidRPr="00942C8C" w:rsidTr="0006197E">
        <w:trPr>
          <w:trHeight w:val="90"/>
        </w:trPr>
        <w:tc>
          <w:tcPr>
            <w:tcW w:w="1391" w:type="dxa"/>
            <w:vMerge/>
            <w:tcBorders>
              <w:right w:val="single" w:sz="4" w:space="0" w:color="auto"/>
            </w:tcBorders>
          </w:tcPr>
          <w:p w:rsidR="000D2852" w:rsidRPr="00442592" w:rsidRDefault="000D2852" w:rsidP="00942C8C">
            <w:pPr>
              <w:rPr>
                <w:b/>
                <w:highlight w:val="green"/>
              </w:rPr>
            </w:pPr>
          </w:p>
        </w:tc>
        <w:tc>
          <w:tcPr>
            <w:tcW w:w="1450" w:type="dxa"/>
            <w:vMerge/>
            <w:tcBorders>
              <w:left w:val="single" w:sz="4" w:space="0" w:color="auto"/>
            </w:tcBorders>
          </w:tcPr>
          <w:p w:rsidR="000D2852" w:rsidRPr="00442592" w:rsidRDefault="000D2852" w:rsidP="00942C8C">
            <w:pPr>
              <w:rPr>
                <w:highlight w:val="green"/>
              </w:rPr>
            </w:pP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38</w:t>
            </w:r>
          </w:p>
        </w:tc>
        <w:tc>
          <w:tcPr>
            <w:tcW w:w="2277" w:type="dxa"/>
            <w:tcBorders>
              <w:right w:val="single" w:sz="4" w:space="0" w:color="auto"/>
            </w:tcBorders>
          </w:tcPr>
          <w:p w:rsidR="000D2852" w:rsidRPr="00442592" w:rsidRDefault="000D2852" w:rsidP="00942C8C">
            <w:pPr>
              <w:rPr>
                <w:highlight w:val="green"/>
              </w:rPr>
            </w:pPr>
            <w:r w:rsidRPr="00442592">
              <w:rPr>
                <w:highlight w:val="green"/>
              </w:rPr>
              <w:t>Walk</w:t>
            </w:r>
          </w:p>
        </w:tc>
      </w:tr>
      <w:tr w:rsidR="000D2852" w:rsidRPr="00942C8C" w:rsidTr="0006197E">
        <w:trPr>
          <w:trHeight w:val="90"/>
        </w:trPr>
        <w:tc>
          <w:tcPr>
            <w:tcW w:w="1391" w:type="dxa"/>
            <w:vMerge/>
            <w:tcBorders>
              <w:right w:val="single" w:sz="4" w:space="0" w:color="auto"/>
            </w:tcBorders>
          </w:tcPr>
          <w:p w:rsidR="000D2852" w:rsidRPr="00442592" w:rsidRDefault="000D2852" w:rsidP="00942C8C">
            <w:pPr>
              <w:rPr>
                <w:b/>
                <w:highlight w:val="green"/>
              </w:rPr>
            </w:pPr>
          </w:p>
        </w:tc>
        <w:tc>
          <w:tcPr>
            <w:tcW w:w="1450" w:type="dxa"/>
            <w:vMerge/>
            <w:tcBorders>
              <w:left w:val="single" w:sz="4" w:space="0" w:color="auto"/>
            </w:tcBorders>
          </w:tcPr>
          <w:p w:rsidR="000D2852" w:rsidRPr="00442592" w:rsidRDefault="000D2852" w:rsidP="00942C8C">
            <w:pPr>
              <w:rPr>
                <w:highlight w:val="green"/>
              </w:rPr>
            </w:pP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39</w:t>
            </w:r>
          </w:p>
        </w:tc>
        <w:tc>
          <w:tcPr>
            <w:tcW w:w="2277" w:type="dxa"/>
            <w:tcBorders>
              <w:right w:val="single" w:sz="4" w:space="0" w:color="auto"/>
            </w:tcBorders>
          </w:tcPr>
          <w:p w:rsidR="000D2852" w:rsidRPr="00442592" w:rsidRDefault="000D2852" w:rsidP="00942C8C">
            <w:pPr>
              <w:rPr>
                <w:highlight w:val="green"/>
              </w:rPr>
            </w:pPr>
            <w:r w:rsidRPr="00442592">
              <w:rPr>
                <w:highlight w:val="green"/>
              </w:rPr>
              <w:t>Drink/Walk</w:t>
            </w:r>
          </w:p>
        </w:tc>
      </w:tr>
      <w:tr w:rsidR="000D2852" w:rsidRPr="00942C8C" w:rsidTr="0006197E">
        <w:trPr>
          <w:trHeight w:val="90"/>
        </w:trPr>
        <w:tc>
          <w:tcPr>
            <w:tcW w:w="1391" w:type="dxa"/>
            <w:vMerge/>
            <w:tcBorders>
              <w:right w:val="single" w:sz="4" w:space="0" w:color="auto"/>
            </w:tcBorders>
          </w:tcPr>
          <w:p w:rsidR="000D2852" w:rsidRPr="00442592" w:rsidRDefault="000D2852" w:rsidP="00942C8C">
            <w:pPr>
              <w:rPr>
                <w:b/>
                <w:highlight w:val="green"/>
              </w:rPr>
            </w:pPr>
          </w:p>
        </w:tc>
        <w:tc>
          <w:tcPr>
            <w:tcW w:w="1450" w:type="dxa"/>
            <w:vMerge/>
            <w:tcBorders>
              <w:left w:val="single" w:sz="4" w:space="0" w:color="auto"/>
            </w:tcBorders>
          </w:tcPr>
          <w:p w:rsidR="000D2852" w:rsidRPr="00442592" w:rsidRDefault="000D2852" w:rsidP="00942C8C">
            <w:pPr>
              <w:rPr>
                <w:highlight w:val="green"/>
              </w:rPr>
            </w:pPr>
          </w:p>
        </w:tc>
        <w:tc>
          <w:tcPr>
            <w:tcW w:w="1470" w:type="dxa"/>
            <w:tcBorders>
              <w:top w:val="single" w:sz="4" w:space="0" w:color="auto"/>
              <w:bottom w:val="single" w:sz="4" w:space="0" w:color="auto"/>
              <w:right w:val="single" w:sz="4" w:space="0" w:color="auto"/>
            </w:tcBorders>
          </w:tcPr>
          <w:p w:rsidR="000D2852" w:rsidRPr="00442592" w:rsidRDefault="000D2852" w:rsidP="00942C8C">
            <w:pPr>
              <w:rPr>
                <w:b/>
                <w:highlight w:val="green"/>
              </w:rPr>
            </w:pPr>
            <w:r w:rsidRPr="00442592">
              <w:rPr>
                <w:b/>
                <w:highlight w:val="green"/>
              </w:rPr>
              <w:t>40</w:t>
            </w:r>
          </w:p>
        </w:tc>
        <w:tc>
          <w:tcPr>
            <w:tcW w:w="2277" w:type="dxa"/>
            <w:tcBorders>
              <w:bottom w:val="single" w:sz="4" w:space="0" w:color="auto"/>
              <w:right w:val="single" w:sz="4" w:space="0" w:color="auto"/>
            </w:tcBorders>
          </w:tcPr>
          <w:p w:rsidR="000D2852" w:rsidRPr="00442592" w:rsidRDefault="000D2852" w:rsidP="00942C8C">
            <w:pPr>
              <w:rPr>
                <w:highlight w:val="green"/>
              </w:rPr>
            </w:pPr>
            <w:r w:rsidRPr="00442592">
              <w:rPr>
                <w:highlight w:val="green"/>
              </w:rPr>
              <w:t>Walk</w:t>
            </w:r>
          </w:p>
        </w:tc>
      </w:tr>
    </w:tbl>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6C0F77"/>
    <w:p w:rsidR="000D2852" w:rsidRDefault="000D2852" w:rsidP="00DF5CF2"/>
    <w:p w:rsidR="000D2852" w:rsidRDefault="000D2852" w:rsidP="00DF5CF2"/>
    <w:p w:rsidR="000D2852" w:rsidRDefault="000D2852" w:rsidP="00DF5CF2"/>
    <w:p w:rsidR="000D2852" w:rsidRDefault="000D2852" w:rsidP="00DF5CF2">
      <w:pPr>
        <w:ind w:firstLine="720"/>
      </w:pPr>
    </w:p>
    <w:p w:rsidR="000D2852" w:rsidRDefault="000D2852" w:rsidP="00442592">
      <w:r>
        <w:t>* color represents time of day person was observed</w:t>
      </w:r>
    </w:p>
    <w:p w:rsidR="000D2852" w:rsidRDefault="000D2852" w:rsidP="00DF5CF2">
      <w:pPr>
        <w:ind w:firstLine="720"/>
      </w:pPr>
    </w:p>
    <w:p w:rsidR="000D2852" w:rsidRDefault="000D2852" w:rsidP="00DF5CF2">
      <w:pPr>
        <w:ind w:firstLine="720"/>
      </w:pPr>
    </w:p>
    <w:p w:rsidR="000D2852" w:rsidRDefault="000D2852" w:rsidP="00DF5CF2">
      <w:pPr>
        <w:ind w:firstLine="720"/>
      </w:pPr>
    </w:p>
    <w:p w:rsidR="000D2852" w:rsidRDefault="000D2852" w:rsidP="00DF5CF2">
      <w:pPr>
        <w:ind w:firstLine="720"/>
      </w:pPr>
    </w:p>
    <w:p w:rsidR="000D2852" w:rsidRDefault="000D2852" w:rsidP="00DF5CF2">
      <w:pPr>
        <w:ind w:firstLine="720"/>
      </w:pPr>
    </w:p>
    <w:p w:rsidR="000D2852" w:rsidRDefault="000D2852" w:rsidP="00DF5CF2">
      <w:pPr>
        <w:ind w:firstLine="720"/>
      </w:pPr>
      <w:r>
        <w:t>From talking previously with a nurse in the oncology department, I knew that people with badges with their names on it were most likely employees of the hospital. I was also looking for people in scrubs of white coats, who would most likely be doctors, nurses, nursing assistance, medical assistance, etc. These are the people that I was looking for. I saw only slightly a few more women than that of men. The people that I observed were either wearing a badge or had some sort of indication that they were hospital staff. When observing the employees the majority of them seemed to be walking and seemed as if they had a precise destination and knew where they were going. There were a few staff members pushing items, for the most part, the men were pushing carts, and the women were pushing wheelchairs.</w:t>
      </w:r>
    </w:p>
    <w:p w:rsidR="000D2852" w:rsidRDefault="000D2852" w:rsidP="00DF5CF2">
      <w:pPr>
        <w:ind w:firstLine="720"/>
      </w:pPr>
      <w:r>
        <w:t xml:space="preserve">There was only one case when I saw people running, and for me, this was the best part of my day. I was on my late afternoon shift watching people, and 3 women and 1 man were in the café when a code was called over the loud speaker. I am guessing that the 4 of them were nurses due to the fact that they were in scrubs. After the call was heard, they all stopped what they were doing and ran up the stairs. I am not sure where they went, but I am sure that it must have been an emergency. </w:t>
      </w:r>
      <w:r w:rsidRPr="00705D40">
        <w:br/>
      </w:r>
      <w:r>
        <w:t xml:space="preserve">I observed many people with drinks or food that they were eating, and it seems to be that it was split pretty evenly between that of men and women. I was very happy to see that most of those drinks that they were holding or drinking were bottles of water, with the occasional coffee. It was good to see that the food choice was healthy as well. The café did not have much to offer food wise, but the choices of the staff were usually fruit or a muffin. There were a few incidences where two staff walked past one another and said hello, but there was not much communication after that, and a few of which that stopped and had a conversation. A few men who passed by that were carrying the newspaper, however the interesting thing, is I saw no women doing this. If women were carrying something it was usually a plastic bag of some sort, or a box. I am assuming these bags and boxes contained medical supplies of some sort. </w:t>
      </w:r>
      <w:r w:rsidRPr="00705D40">
        <w:t xml:space="preserve"> </w:t>
      </w:r>
      <w:r>
        <w:t xml:space="preserve">I observed a total of 18 men and 25 women in the mid morning shift, and 17 men and 15 women in the late afternoon shift. I thought it was very interesting how there were more men than women in the second shift than in the first. I think that this could be so because men are usually out later in the day, while women go back home to be with their children and families. This is just an assumption, I would have to have more data to know. </w:t>
      </w:r>
    </w:p>
    <w:p w:rsidR="000D2852" w:rsidRDefault="000D2852" w:rsidP="00442592">
      <w:pPr>
        <w:ind w:firstLine="720"/>
      </w:pPr>
      <w:r>
        <w:t xml:space="preserve">Of all of the people that I observed, most of them were Caucasian, however some of them were of different descents, for example, Asian, African American, Indian, etc. I found that there were few conversations that occurred. I found that my thinking was correct in the fact that people tend to keep to themselves. The conversations that did go on were very brief and not very detailed, except for these two women. There were two Caucasian women who stood and talked for a good 15 or 20 minutes. </w:t>
      </w:r>
    </w:p>
    <w:p w:rsidR="000D2852" w:rsidRDefault="000D2852" w:rsidP="00442592">
      <w:pPr>
        <w:ind w:firstLine="720"/>
      </w:pPr>
      <w:r>
        <w:t xml:space="preserve">I felt as if the overall mood of the hospital was very quiet and sad. This did not surprise me because bad health, disease, hurting, etc, are all depressing and sad things. Very few people were walking together in groups, and even if they were, they did not seem happy. I would be interested to see what the job titles of the people who I observed were. When I see nurses up in the rooms they seem very happy and content, whereas I did not see this reaction when observing them. It would be interesting to know if this is just a face that they put on and if they really are unhappy. It was interesting not seeing too many diverse cultures through my observations and it makes me wonder what kind of language barriers may exist. I feel as if the mood of the hospital is constantly changing. I feel that depending on the area that is observed, it is always going to be different. If observing the emergency room, it would probably feel panicked and rushed, if it was the oncology ward it would feel sad and helpless, if it were the family maternity center, it would feel happy for new lives, etc. </w:t>
      </w:r>
    </w:p>
    <w:p w:rsidR="000D2852" w:rsidRDefault="000D2852" w:rsidP="001C0702"/>
    <w:p w:rsidR="000D2852" w:rsidRPr="00933C59" w:rsidRDefault="000D2852" w:rsidP="001C0702">
      <w:pPr>
        <w:rPr>
          <w:u w:val="single"/>
        </w:rPr>
      </w:pPr>
      <w:r w:rsidRPr="00933C59">
        <w:rPr>
          <w:u w:val="single"/>
        </w:rPr>
        <w:t>CONCLUSION</w:t>
      </w:r>
    </w:p>
    <w:p w:rsidR="000D2852" w:rsidRPr="00705D40" w:rsidRDefault="000D2852" w:rsidP="007321E2">
      <w:pPr>
        <w:ind w:firstLine="720"/>
      </w:pPr>
      <w:r>
        <w:t xml:space="preserve">I have learned so much from this ethnography. I have learned that there are so many factors that go into an area and if you just take the time to stop and observe you can learn so much. There could be so much happiness or sadness going on in someone’s life that is walking/running/talking/drinking/carrying something/etc. and you may never know it from looking at them. None of the people that I observed seemed to be unhappy, in pain, or hurt, but on the other hand, none of them seemed to be extremely happy or laughing as well. If I were to keep going with this study I would want to look more into the different areas of the hospital and how the moods of each are different from one another. I would love to know the mood of the Emergency room compared to that of the Maternity ward, compared to that of the Surgery center, compared to that of the oncology unit, etc. I think that learning this would help to show where the most happiness and sadness lies in the hospital and I think that that would be of much interest to me. I think that these different areas and how the mood is affected would be huge on the affect of mood throughout the whole hospital. </w:t>
      </w:r>
    </w:p>
    <w:sectPr w:rsidR="000D2852" w:rsidRPr="00705D40" w:rsidSect="000D4C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52" w:rsidRDefault="000D2852" w:rsidP="00CF4C7B">
      <w:r>
        <w:separator/>
      </w:r>
    </w:p>
  </w:endnote>
  <w:endnote w:type="continuationSeparator" w:id="0">
    <w:p w:rsidR="000D2852" w:rsidRDefault="000D2852" w:rsidP="00CF4C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52" w:rsidRDefault="000D2852" w:rsidP="00CF4C7B">
      <w:r>
        <w:separator/>
      </w:r>
    </w:p>
  </w:footnote>
  <w:footnote w:type="continuationSeparator" w:id="0">
    <w:p w:rsidR="000D2852" w:rsidRDefault="000D2852" w:rsidP="00CF4C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D40"/>
    <w:rsid w:val="000277CD"/>
    <w:rsid w:val="000341D6"/>
    <w:rsid w:val="00056281"/>
    <w:rsid w:val="0006197E"/>
    <w:rsid w:val="000708A8"/>
    <w:rsid w:val="00087411"/>
    <w:rsid w:val="00087D71"/>
    <w:rsid w:val="000D2852"/>
    <w:rsid w:val="000D4C7B"/>
    <w:rsid w:val="000F1E92"/>
    <w:rsid w:val="00114EA0"/>
    <w:rsid w:val="00131120"/>
    <w:rsid w:val="001613DA"/>
    <w:rsid w:val="00172C7F"/>
    <w:rsid w:val="00183111"/>
    <w:rsid w:val="001A6D20"/>
    <w:rsid w:val="001B0176"/>
    <w:rsid w:val="001C0702"/>
    <w:rsid w:val="002B7653"/>
    <w:rsid w:val="00306959"/>
    <w:rsid w:val="00343F74"/>
    <w:rsid w:val="003B3C95"/>
    <w:rsid w:val="003F41DC"/>
    <w:rsid w:val="00442592"/>
    <w:rsid w:val="00491464"/>
    <w:rsid w:val="004E6551"/>
    <w:rsid w:val="00510ACD"/>
    <w:rsid w:val="005413BF"/>
    <w:rsid w:val="0055623D"/>
    <w:rsid w:val="005922B2"/>
    <w:rsid w:val="005C08A6"/>
    <w:rsid w:val="00614A71"/>
    <w:rsid w:val="00636D1F"/>
    <w:rsid w:val="006C0F77"/>
    <w:rsid w:val="00705D40"/>
    <w:rsid w:val="007321E2"/>
    <w:rsid w:val="0074326D"/>
    <w:rsid w:val="00747F9B"/>
    <w:rsid w:val="00756B51"/>
    <w:rsid w:val="00803D49"/>
    <w:rsid w:val="008241CA"/>
    <w:rsid w:val="0086387A"/>
    <w:rsid w:val="00874A83"/>
    <w:rsid w:val="0089141B"/>
    <w:rsid w:val="008B65FE"/>
    <w:rsid w:val="00933C59"/>
    <w:rsid w:val="00942C8C"/>
    <w:rsid w:val="00A26AA1"/>
    <w:rsid w:val="00AB4E20"/>
    <w:rsid w:val="00AD5A9C"/>
    <w:rsid w:val="00AE4A5B"/>
    <w:rsid w:val="00AE7790"/>
    <w:rsid w:val="00B30968"/>
    <w:rsid w:val="00B5650A"/>
    <w:rsid w:val="00B675C7"/>
    <w:rsid w:val="00BB1080"/>
    <w:rsid w:val="00BC5436"/>
    <w:rsid w:val="00C32AA9"/>
    <w:rsid w:val="00CA526B"/>
    <w:rsid w:val="00CB7361"/>
    <w:rsid w:val="00CF4C7B"/>
    <w:rsid w:val="00DA6BAF"/>
    <w:rsid w:val="00DA7BCD"/>
    <w:rsid w:val="00DF5CF2"/>
    <w:rsid w:val="00E13AF5"/>
    <w:rsid w:val="00EF3345"/>
    <w:rsid w:val="00F55E8B"/>
    <w:rsid w:val="00F9062B"/>
    <w:rsid w:val="00FA62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7B"/>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uiPriority w:val="99"/>
    <w:rsid w:val="00705D40"/>
    <w:rPr>
      <w:rFonts w:cs="Times New Roman"/>
    </w:rPr>
  </w:style>
  <w:style w:type="table" w:styleId="TableGrid">
    <w:name w:val="Table Grid"/>
    <w:basedOn w:val="TableNormal"/>
    <w:uiPriority w:val="99"/>
    <w:rsid w:val="006C0F7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CF4C7B"/>
    <w:pPr>
      <w:tabs>
        <w:tab w:val="center" w:pos="4680"/>
        <w:tab w:val="right" w:pos="9360"/>
      </w:tabs>
    </w:pPr>
  </w:style>
  <w:style w:type="character" w:customStyle="1" w:styleId="HeaderChar">
    <w:name w:val="Header Char"/>
    <w:basedOn w:val="DefaultParagraphFont"/>
    <w:link w:val="Header"/>
    <w:uiPriority w:val="99"/>
    <w:semiHidden/>
    <w:locked/>
    <w:rsid w:val="00CF4C7B"/>
    <w:rPr>
      <w:rFonts w:cs="Times New Roman"/>
    </w:rPr>
  </w:style>
  <w:style w:type="paragraph" w:styleId="Footer">
    <w:name w:val="footer"/>
    <w:basedOn w:val="Normal"/>
    <w:link w:val="FooterChar"/>
    <w:uiPriority w:val="99"/>
    <w:semiHidden/>
    <w:rsid w:val="00CF4C7B"/>
    <w:pPr>
      <w:tabs>
        <w:tab w:val="center" w:pos="4680"/>
        <w:tab w:val="right" w:pos="9360"/>
      </w:tabs>
    </w:pPr>
  </w:style>
  <w:style w:type="character" w:customStyle="1" w:styleId="FooterChar">
    <w:name w:val="Footer Char"/>
    <w:basedOn w:val="DefaultParagraphFont"/>
    <w:link w:val="Footer"/>
    <w:uiPriority w:val="99"/>
    <w:semiHidden/>
    <w:locked/>
    <w:rsid w:val="00CF4C7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1502</Words>
  <Characters>8564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Kendra Vaughan</dc:title>
  <dc:subject/>
  <dc:creator>Kelsey</dc:creator>
  <cp:keywords/>
  <dc:description/>
  <cp:lastModifiedBy>Tina</cp:lastModifiedBy>
  <cp:revision>2</cp:revision>
  <dcterms:created xsi:type="dcterms:W3CDTF">2010-08-02T20:56:00Z</dcterms:created>
  <dcterms:modified xsi:type="dcterms:W3CDTF">2010-08-02T20:56:00Z</dcterms:modified>
</cp:coreProperties>
</file>